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g" ContentType="image/jp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3" w:after="0" w:line="240" w:lineRule="auto"/>
        <w:ind w:left="1985" w:right="1946"/>
        <w:jc w:val="center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Gr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EL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GP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Fr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wor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k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-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Un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it</w:t>
      </w:r>
      <w:r>
        <w:rPr>
          <w:rFonts w:ascii="Arial" w:hAnsi="Arial" w:cs="Arial" w:eastAsia="Arial"/>
          <w:sz w:val="28"/>
          <w:szCs w:val="28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99"/>
          <w:b/>
          <w:bCs/>
        </w:rPr>
        <w:t>3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Titl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e: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Res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pon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ibili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ty</w:t>
      </w:r>
      <w:r>
        <w:rPr>
          <w:rFonts w:ascii="Arial" w:hAnsi="Arial" w:cs="Arial" w:eastAsia="Arial"/>
          <w:sz w:val="24"/>
          <w:szCs w:val="24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with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Wo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ld’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ater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0" w:after="0" w:line="240" w:lineRule="auto"/>
        <w:ind w:left="10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Grade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Lev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el: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41" w:after="0" w:line="240" w:lineRule="auto"/>
        <w:ind w:left="1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pp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mate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tion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7-8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weeks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verv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uni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8" w:lineRule="auto"/>
        <w:ind w:left="100" w:right="46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app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enes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3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doe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endo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eco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pu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chas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esou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ex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/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neu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anda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base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ocused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ugges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ex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-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lo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eache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ode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oup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ndependen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Th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gn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ng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an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spe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anguag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anda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depa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ze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3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abo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ensu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-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3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esso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/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anguag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iting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Assessme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to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pl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ete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at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uni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49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r</w:t>
      </w:r>
      <w:r>
        <w:rPr>
          <w:rFonts w:ascii="Arial" w:hAnsi="Arial" w:cs="Arial" w:eastAsia="Arial"/>
          <w:sz w:val="21"/>
          <w:szCs w:val="21"/>
          <w:spacing w:val="4"/>
          <w:w w:val="102"/>
          <w:i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  <w:i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3" w:after="0" w:line="289" w:lineRule="auto"/>
        <w:ind w:left="100" w:right="99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9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7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%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1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1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1"/>
        </w:rPr>
        <w:t>r</w:t>
      </w:r>
      <w:r>
        <w:rPr>
          <w:rFonts w:ascii="Arial" w:hAnsi="Arial" w:cs="Arial" w:eastAsia="Arial"/>
          <w:sz w:val="21"/>
          <w:szCs w:val="21"/>
          <w:spacing w:val="6"/>
          <w:w w:val="10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esou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ces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tif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6" w:lineRule="auto"/>
        <w:ind w:left="100" w:right="289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SC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ER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esso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ak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co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eas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yo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pro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ona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j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udg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you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roo</w:t>
      </w:r>
      <w:r>
        <w:rPr>
          <w:rFonts w:ascii="Arial" w:hAnsi="Arial" w:cs="Arial" w:eastAsia="Arial"/>
          <w:sz w:val="21"/>
          <w:szCs w:val="21"/>
          <w:spacing w:val="4"/>
          <w:w w:val="102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8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5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SU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GGESTIO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N:</w:t>
      </w:r>
      <w:r>
        <w:rPr>
          <w:rFonts w:ascii="Arial" w:hAnsi="Arial" w:cs="Arial" w:eastAsia="Arial"/>
          <w:sz w:val="24"/>
          <w:szCs w:val="24"/>
          <w:color w:val="FF000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Pr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00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ff</w:t>
      </w:r>
      <w:r>
        <w:rPr>
          <w:rFonts w:ascii="Arial" w:hAnsi="Arial" w:cs="Arial" w:eastAsia="Arial"/>
          <w:sz w:val="24"/>
          <w:szCs w:val="24"/>
          <w:color w:val="FF000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res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rce</w:t>
      </w:r>
      <w:r>
        <w:rPr>
          <w:rFonts w:ascii="Arial" w:hAnsi="Arial" w:cs="Arial" w:eastAsia="Arial"/>
          <w:sz w:val="24"/>
          <w:szCs w:val="24"/>
          <w:color w:val="FF000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acket</w:t>
      </w:r>
      <w:r>
        <w:rPr>
          <w:rFonts w:ascii="Arial" w:hAnsi="Arial" w:cs="Arial" w:eastAsia="Arial"/>
          <w:sz w:val="24"/>
          <w:szCs w:val="24"/>
          <w:color w:val="FF000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fo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00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eac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color w:val="FF000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tud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000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fo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00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easy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ma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eme</w:t>
      </w:r>
      <w:r>
        <w:rPr>
          <w:rFonts w:ascii="Arial" w:hAnsi="Arial" w:cs="Arial" w:eastAsia="Arial"/>
          <w:sz w:val="24"/>
          <w:szCs w:val="24"/>
          <w:color w:val="FF0000"/>
          <w:spacing w:val="0"/>
          <w:w w:val="100"/>
          <w:b/>
          <w:bCs/>
        </w:rPr>
        <w:t>nt.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jc w:val="left"/>
        <w:spacing w:after="0"/>
        <w:sectPr>
          <w:pgNumType w:start="1"/>
          <w:pgMar w:header="720" w:footer="1590" w:top="2360" w:bottom="1780" w:left="1340" w:right="1360"/>
          <w:headerReference w:type="default" r:id="rId7"/>
          <w:footerReference w:type="default" r:id="rId8"/>
          <w:type w:val="continuous"/>
          <w:pgSz w:w="12240" w:h="15840"/>
        </w:sectPr>
      </w:pPr>
      <w:rPr/>
    </w:p>
    <w:p>
      <w:pPr>
        <w:spacing w:before="9" w:after="0" w:line="30" w:lineRule="exact"/>
        <w:jc w:val="left"/>
        <w:rPr>
          <w:sz w:val="3"/>
          <w:szCs w:val="3"/>
        </w:rPr>
      </w:pPr>
      <w:rPr/>
      <w:r>
        <w:rPr/>
        <w:pict>
          <v:group style="position:absolute;margin-left:71.5pt;margin-top:162.699997pt;width:469pt;height:139.480pt;mso-position-horizontal-relative:page;mso-position-vertical-relative:page;z-index:-1453" coordorigin="1430,3254" coordsize="9380,2790">
            <v:group style="position:absolute;left:1440;top:3264;width:9360;height:254" coordorigin="1440,3264" coordsize="9360,254">
              <v:shape style="position:absolute;left:1440;top:3264;width:9360;height:254" coordorigin="1440,3264" coordsize="9360,254" path="m1440,3518l10800,3518,10800,3264,1440,3264,1440,3518e" filled="t" fillcolor="#D9D9D9" stroked="f">
                <v:path arrowok="t"/>
                <v:fill/>
              </v:shape>
            </v:group>
            <v:group style="position:absolute;left:1440;top:3518;width:9360;height:254" coordorigin="1440,3518" coordsize="9360,254">
              <v:shape style="position:absolute;left:1440;top:3518;width:9360;height:254" coordorigin="1440,3518" coordsize="9360,254" path="m1440,3773l10800,3773,10800,3518,1440,3518,1440,3773e" filled="t" fillcolor="#D9D9D9" stroked="f">
                <v:path arrowok="t"/>
                <v:fill/>
              </v:shape>
            </v:group>
            <v:group style="position:absolute;left:1440;top:3773;width:9360;height:254" coordorigin="1440,3773" coordsize="9360,254">
              <v:shape style="position:absolute;left:1440;top:3773;width:9360;height:254" coordorigin="1440,3773" coordsize="9360,254" path="m1440,4027l10800,4027,10800,3773,1440,3773,1440,4027e" filled="t" fillcolor="#D9D9D9" stroked="f">
                <v:path arrowok="t"/>
                <v:fill/>
              </v:shape>
            </v:group>
            <v:group style="position:absolute;left:1440;top:4027;width:9360;height:259" coordorigin="1440,4027" coordsize="9360,259">
              <v:shape style="position:absolute;left:1440;top:4027;width:9360;height:259" coordorigin="1440,4027" coordsize="9360,259" path="m1440,4286l10800,4286,10800,4027,1440,4027,1440,4286e" filled="t" fillcolor="#D9D9D9" stroked="f">
                <v:path arrowok="t"/>
                <v:fill/>
              </v:shape>
            </v:group>
            <v:group style="position:absolute;left:1440;top:4286;width:9360;height:264" coordorigin="1440,4286" coordsize="9360,264">
              <v:shape style="position:absolute;left:1440;top:4286;width:9360;height:264" coordorigin="1440,4286" coordsize="9360,264" path="m1440,4550l10800,4550,10800,4286,1440,4286,1440,4550e" filled="t" fillcolor="#D9D9D9" stroked="f">
                <v:path arrowok="t"/>
                <v:fill/>
              </v:shape>
            </v:group>
            <v:group style="position:absolute;left:1440;top:4550;width:9360;height:264" coordorigin="1440,4550" coordsize="9360,264">
              <v:shape style="position:absolute;left:1440;top:4550;width:9360;height:264" coordorigin="1440,4550" coordsize="9360,264" path="m1440,4814l10800,4814,10800,4550,1440,4550,1440,4814e" filled="t" fillcolor="#D9D9D9" stroked="f">
                <v:path arrowok="t"/>
                <v:fill/>
              </v:shape>
            </v:group>
            <v:group style="position:absolute;left:1440;top:4814;width:9360;height:264" coordorigin="1440,4814" coordsize="9360,264">
              <v:shape style="position:absolute;left:1440;top:4814;width:9360;height:264" coordorigin="1440,4814" coordsize="9360,264" path="m1440,5078l10800,5078,10800,4814,1440,4814,1440,5078e" filled="t" fillcolor="#D9D9D9" stroked="f">
                <v:path arrowok="t"/>
                <v:fill/>
              </v:shape>
            </v:group>
            <v:group style="position:absolute;left:1440;top:5078;width:9360;height:254" coordorigin="1440,5078" coordsize="9360,254">
              <v:shape style="position:absolute;left:1440;top:5078;width:9360;height:254" coordorigin="1440,5078" coordsize="9360,254" path="m1440,5333l10800,5333,10800,5078,1440,5078,1440,5333e" filled="t" fillcolor="#D9D9D9" stroked="f">
                <v:path arrowok="t"/>
                <v:fill/>
              </v:shape>
            </v:group>
            <v:group style="position:absolute;left:8621;top:5342;width:2179;height:230" coordorigin="8621,5342" coordsize="2179,230">
              <v:shape style="position:absolute;left:8621;top:5342;width:2179;height:230" coordorigin="8621,5342" coordsize="2179,230" path="m8621,5573l10800,5573,10800,5342,8621,5342,8621,5573e" filled="t" fillcolor="#99CC00" stroked="f">
                <v:path arrowok="t"/>
                <v:fill/>
              </v:shape>
            </v:group>
            <v:group style="position:absolute;left:8621;top:5573;width:2179;height:230" coordorigin="8621,5573" coordsize="2179,230">
              <v:shape style="position:absolute;left:8621;top:5573;width:2179;height:230" coordorigin="8621,5573" coordsize="2179,230" path="m8621,5803l10800,5803,10800,5573,8621,5573,8621,5803e" filled="t" fillcolor="#99CC00" stroked="f">
                <v:path arrowok="t"/>
                <v:fill/>
              </v:shape>
            </v:group>
            <v:group style="position:absolute;left:8621;top:5803;width:2179;height:230" coordorigin="8621,5803" coordsize="2179,230">
              <v:shape style="position:absolute;left:8621;top:5803;width:2179;height:230" coordorigin="8621,5803" coordsize="2179,230" path="m8621,6034l10800,6034,10800,5803,8621,5803,8621,6034e" filled="t" fillcolor="#99CC00" stroked="f">
                <v:path arrowok="t"/>
                <v:fill/>
              </v:shape>
            </v:group>
            <w10:wrap type="none"/>
          </v:group>
        </w:pict>
      </w:r>
      <w:r>
        <w:rPr>
          <w:sz w:val="3"/>
          <w:szCs w:val="3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331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3366FF"/>
          </w:tcPr>
          <w:p>
            <w:pPr>
              <w:spacing w:before="0" w:after="0" w:line="319" w:lineRule="exact"/>
              <w:ind w:left="3196" w:right="3175"/>
              <w:jc w:val="center"/>
              <w:rPr>
                <w:rFonts w:ascii="Arial" w:hAnsi="Arial" w:cs="Arial" w:eastAsia="Arial"/>
                <w:sz w:val="28"/>
                <w:szCs w:val="28"/>
              </w:rPr>
            </w:pPr>
            <w:rPr/>
            <w:r>
              <w:rPr>
                <w:rFonts w:ascii="Arial" w:hAnsi="Arial" w:cs="Arial" w:eastAsia="Arial"/>
                <w:sz w:val="28"/>
                <w:szCs w:val="28"/>
                <w:spacing w:val="2"/>
                <w:w w:val="100"/>
                <w:b/>
                <w:bCs/>
                <w:position w:val="-1"/>
              </w:rPr>
              <w:t>W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K</w:t>
            </w:r>
            <w:r>
              <w:rPr>
                <w:rFonts w:ascii="Arial" w:hAnsi="Arial" w:cs="Arial" w:eastAsia="Arial"/>
                <w:sz w:val="28"/>
                <w:szCs w:val="28"/>
                <w:spacing w:val="-7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1</w:t>
            </w:r>
            <w:r>
              <w:rPr>
                <w:rFonts w:ascii="Arial" w:hAnsi="Arial" w:cs="Arial" w:eastAsia="Arial"/>
                <w:sz w:val="28"/>
                <w:szCs w:val="28"/>
                <w:spacing w:val="-1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T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-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-GL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ANCE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position w:val="0"/>
              </w:rPr>
            </w:r>
          </w:p>
        </w:tc>
      </w:tr>
      <w:tr>
        <w:trPr>
          <w:trHeight w:val="514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275" w:right="252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son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13" w:after="0" w:line="240" w:lineRule="auto"/>
              <w:ind w:left="760" w:right="73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65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43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62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078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18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rge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2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k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7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2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2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31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7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100" w:right="232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hs,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Vo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3" w:lineRule="auto"/>
              <w:ind w:left="100" w:right="77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vs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26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1" w:lineRule="auto"/>
              <w:ind w:left="100" w:right="144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3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Qu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31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3" w:lineRule="auto"/>
              <w:ind w:left="100" w:right="144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3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31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C4R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8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’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Te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3" w:lineRule="auto"/>
              <w:ind w:left="100" w:right="144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3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’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gan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za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701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100" w:right="565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Re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ase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denc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3" w:lineRule="auto"/>
              <w:ind w:left="100" w:right="51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3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8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430.540009pt;margin-top:-187.711136pt;width:109.96pt;height:139.96pt;mso-position-horizontal-relative:page;mso-position-vertical-relative:paragraph;z-index:-1452" coordorigin="8611,-3754" coordsize="2199,2799">
            <v:group style="position:absolute;left:8621;top:-3744;width:2179;height:230" coordorigin="8621,-3744" coordsize="2179,230">
              <v:shape style="position:absolute;left:8621;top:-3744;width:2179;height:230" coordorigin="8621,-3744" coordsize="2179,230" path="m8621,-3514l10800,-3514,10800,-3744,8621,-3744,8621,-3514e" filled="t" fillcolor="#99CC00" stroked="f">
                <v:path arrowok="t"/>
                <v:fill/>
              </v:shape>
            </v:group>
            <v:group style="position:absolute;left:8621;top:-3514;width:2179;height:226" coordorigin="8621,-3514" coordsize="2179,226">
              <v:shape style="position:absolute;left:8621;top:-3514;width:2179;height:226" coordorigin="8621,-3514" coordsize="2179,226" path="m8621,-3288l10800,-3288,10800,-3514,8621,-3514,8621,-3288e" filled="t" fillcolor="#99CC00" stroked="f">
                <v:path arrowok="t"/>
                <v:fill/>
              </v:shape>
            </v:group>
            <v:group style="position:absolute;left:8621;top:-3288;width:2179;height:230" coordorigin="8621,-3288" coordsize="2179,230">
              <v:shape style="position:absolute;left:8621;top:-3288;width:2179;height:230" coordorigin="8621,-3288" coordsize="2179,230" path="m8621,-3058l10800,-3058,10800,-3288,8621,-3288,8621,-3058e" filled="t" fillcolor="#99CC00" stroked="f">
                <v:path arrowok="t"/>
                <v:fill/>
              </v:shape>
            </v:group>
            <v:group style="position:absolute;left:8621;top:-3058;width:2179;height:230" coordorigin="8621,-3058" coordsize="2179,230">
              <v:shape style="position:absolute;left:8621;top:-3058;width:2179;height:230" coordorigin="8621,-3058" coordsize="2179,230" path="m8621,-2827l10800,-2827,10800,-3058,8621,-3058,8621,-2827e" filled="t" fillcolor="#99CC00" stroked="f">
                <v:path arrowok="t"/>
                <v:fill/>
              </v:shape>
            </v:group>
            <v:group style="position:absolute;left:8621;top:-2818;width:2179;height:230" coordorigin="8621,-2818" coordsize="2179,230">
              <v:shape style="position:absolute;left:8621;top:-2818;width:2179;height:230" coordorigin="8621,-2818" coordsize="2179,230" path="m8621,-2587l10800,-2587,10800,-2818,8621,-2818,8621,-2587e" filled="t" fillcolor="#99CC00" stroked="f">
                <v:path arrowok="t"/>
                <v:fill/>
              </v:shape>
            </v:group>
            <v:group style="position:absolute;left:8621;top:-2587;width:2179;height:230" coordorigin="8621,-2587" coordsize="2179,230">
              <v:shape style="position:absolute;left:8621;top:-2587;width:2179;height:230" coordorigin="8621,-2587" coordsize="2179,230" path="m8621,-2357l10800,-2357,10800,-2587,8621,-2587,8621,-2357e" filled="t" fillcolor="#99CC00" stroked="f">
                <v:path arrowok="t"/>
                <v:fill/>
              </v:shape>
            </v:group>
            <v:group style="position:absolute;left:8621;top:-2357;width:2179;height:230" coordorigin="8621,-2357" coordsize="2179,230">
              <v:shape style="position:absolute;left:8621;top:-2357;width:2179;height:230" coordorigin="8621,-2357" coordsize="2179,230" path="m8621,-2127l10800,-2127,10800,-2357,8621,-2357,8621,-2127e" filled="t" fillcolor="#99CC00" stroked="f">
                <v:path arrowok="t"/>
                <v:fill/>
              </v:shape>
            </v:group>
            <v:group style="position:absolute;left:8621;top:-2127;width:2179;height:230" coordorigin="8621,-2127" coordsize="2179,230">
              <v:shape style="position:absolute;left:8621;top:-2127;width:2179;height:230" coordorigin="8621,-2127" coordsize="2179,230" path="m8621,-1896l10800,-1896,10800,-2127,8621,-2127,8621,-1896e" filled="t" fillcolor="#99CC00" stroked="f">
                <v:path arrowok="t"/>
                <v:fill/>
              </v:shape>
            </v:group>
            <v:group style="position:absolute;left:8621;top:-1887;width:2179;height:230" coordorigin="8621,-1887" coordsize="2179,230">
              <v:shape style="position:absolute;left:8621;top:-1887;width:2179;height:230" coordorigin="8621,-1887" coordsize="2179,230" path="m8621,-1656l10800,-1656,10800,-1887,8621,-1887,8621,-1656e" filled="t" fillcolor="#99CC00" stroked="f">
                <v:path arrowok="t"/>
                <v:fill/>
              </v:shape>
            </v:group>
            <v:group style="position:absolute;left:8621;top:-1656;width:2179;height:230" coordorigin="8621,-1656" coordsize="2179,230">
              <v:shape style="position:absolute;left:8621;top:-1656;width:2179;height:230" coordorigin="8621,-1656" coordsize="2179,230" path="m8621,-1426l10800,-1426,10800,-1656,8621,-1656,8621,-1426e" filled="t" fillcolor="#99CC00" stroked="f">
                <v:path arrowok="t"/>
                <v:fill/>
              </v:shape>
            </v:group>
            <v:group style="position:absolute;left:8621;top:-1426;width:2179;height:230" coordorigin="8621,-1426" coordsize="2179,230">
              <v:shape style="position:absolute;left:8621;top:-1426;width:2179;height:230" coordorigin="8621,-1426" coordsize="2179,230" path="m8621,-1195l10800,-1195,10800,-1426,8621,-1426,8621,-1195e" filled="t" fillcolor="#99CC00" stroked="f">
                <v:path arrowok="t"/>
                <v:fill/>
              </v:shape>
            </v:group>
            <v:group style="position:absolute;left:8621;top:-1195;width:2179;height:230" coordorigin="8621,-1195" coordsize="2179,230">
              <v:shape style="position:absolute;left:8621;top:-1195;width:2179;height:230" coordorigin="8621,-1195" coordsize="2179,230" path="m8621,-965l10800,-965,10800,-1195,8621,-1195,8621,-965e" filled="t" fillcolor="#99CC00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1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3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6" w:lineRule="auto"/>
        <w:ind w:left="940" w:right="1028" w:firstLine="-36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ques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pape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" w:after="0" w:line="240" w:lineRule="auto"/>
        <w:ind w:left="1300" w:right="-20"/>
        <w:jc w:val="left"/>
        <w:tabs>
          <w:tab w:pos="166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Courier New" w:hAnsi="Courier New" w:cs="Courier New" w:eastAsia="Courier New"/>
          <w:sz w:val="21"/>
          <w:szCs w:val="21"/>
          <w:spacing w:val="0"/>
          <w:w w:val="100"/>
        </w:rPr>
        <w:t>o</w:t>
      </w:r>
      <w:r>
        <w:rPr>
          <w:rFonts w:ascii="Courier New" w:hAnsi="Courier New" w:cs="Courier New" w:eastAsia="Courier New"/>
          <w:sz w:val="21"/>
          <w:szCs w:val="21"/>
          <w:spacing w:val="-123"/>
          <w:w w:val="100"/>
        </w:rPr>
        <w:t> </w:t>
      </w:r>
      <w:r>
        <w:rPr>
          <w:rFonts w:ascii="Courier New" w:hAnsi="Courier New" w:cs="Courier New" w:eastAsia="Courier New"/>
          <w:sz w:val="21"/>
          <w:szCs w:val="21"/>
          <w:spacing w:val="0"/>
          <w:w w:val="100"/>
        </w:rPr>
        <w:tab/>
      </w:r>
      <w:r>
        <w:rPr>
          <w:rFonts w:ascii="Courier New" w:hAnsi="Courier New" w:cs="Courier New" w:eastAsia="Courier New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?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/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2" w:after="0" w:line="240" w:lineRule="auto"/>
        <w:ind w:left="1300" w:right="-20"/>
        <w:jc w:val="left"/>
        <w:tabs>
          <w:tab w:pos="166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Courier New" w:hAnsi="Courier New" w:cs="Courier New" w:eastAsia="Courier New"/>
          <w:sz w:val="21"/>
          <w:szCs w:val="21"/>
          <w:spacing w:val="0"/>
          <w:w w:val="100"/>
        </w:rPr>
        <w:t>o</w:t>
      </w:r>
      <w:r>
        <w:rPr>
          <w:rFonts w:ascii="Courier New" w:hAnsi="Courier New" w:cs="Courier New" w:eastAsia="Courier New"/>
          <w:sz w:val="21"/>
          <w:szCs w:val="21"/>
          <w:spacing w:val="-123"/>
          <w:w w:val="100"/>
        </w:rPr>
        <w:t> </w:t>
      </w:r>
      <w:r>
        <w:rPr>
          <w:rFonts w:ascii="Courier New" w:hAnsi="Courier New" w:cs="Courier New" w:eastAsia="Courier New"/>
          <w:sz w:val="21"/>
          <w:szCs w:val="21"/>
          <w:spacing w:val="0"/>
          <w:w w:val="100"/>
        </w:rPr>
        <w:tab/>
      </w:r>
      <w:r>
        <w:rPr>
          <w:rFonts w:ascii="Courier New" w:hAnsi="Courier New" w:cs="Courier New" w:eastAsia="Courier New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?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/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No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2" w:after="0" w:line="291" w:lineRule="auto"/>
        <w:ind w:left="940" w:right="196" w:firstLine="-36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ash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ace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nee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kee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590" w:top="2360" w:bottom="1900" w:left="1220" w:right="1220"/>
          <w:headerReference w:type="default" r:id="rId9"/>
          <w:pgSz w:w="12240" w:h="15840"/>
        </w:sectPr>
      </w:pPr>
      <w:rPr/>
    </w:p>
    <w:p>
      <w:pPr>
        <w:spacing w:before="58" w:after="0" w:line="286" w:lineRule="auto"/>
        <w:ind w:left="820" w:right="1895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nk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color w:val="0000FF"/>
          <w:spacing w:val="2"/>
          <w:w w:val="102"/>
        </w:rPr>
      </w:r>
      <w:hyperlink r:id="rId10"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h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p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: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eac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hun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i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c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e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f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.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o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r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g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ex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p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l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o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r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e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2"/>
            <w:u w:val="single" w:color="0000FF"/>
          </w:rPr>
          <w:t>m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ed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i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a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2"/>
            <w:u w:val="single" w:color="0000FF"/>
          </w:rPr>
          <w:t>w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a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c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h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on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2"/>
            <w:u w:val="single" w:color="0000FF"/>
          </w:rPr>
          <w:t>e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-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2"/>
            <w:u w:val="single" w:color="0000FF"/>
          </w:rPr>
          <w:t>m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i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n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u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e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s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-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jr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-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sa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v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e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-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2"/>
            <w:u w:val="single" w:color="0000FF"/>
          </w:rPr>
          <w:t>w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a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  <w:t>e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2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0"/>
            <w:w w:val="102"/>
            <w:u w:val="single" w:color="0000FF"/>
          </w:rPr>
          <w:t>r</w:t>
        </w:r>
        <w:r>
          <w:rPr>
            <w:rFonts w:ascii="Arial" w:hAnsi="Arial" w:cs="Arial" w:eastAsia="Arial"/>
            <w:sz w:val="21"/>
            <w:szCs w:val="21"/>
            <w:color w:val="0000FF"/>
            <w:spacing w:val="0"/>
            <w:w w:val="102"/>
          </w:rPr>
        </w:r>
        <w:r>
          <w:rPr>
            <w:rFonts w:ascii="Arial" w:hAnsi="Arial" w:cs="Arial" w:eastAsia="Arial"/>
            <w:sz w:val="21"/>
            <w:szCs w:val="21"/>
            <w:color w:val="000000"/>
            <w:spacing w:val="0"/>
            <w:w w:val="100"/>
          </w:rPr>
        </w:r>
      </w:hyperlink>
    </w:p>
    <w:p>
      <w:pPr>
        <w:spacing w:before="20" w:after="0" w:line="288" w:lineRule="auto"/>
        <w:ind w:left="820" w:right="47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Fa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supp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j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ash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ace.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8" w:after="0" w:line="291" w:lineRule="auto"/>
        <w:ind w:left="820" w:right="391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ifi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88" w:lineRule="auto"/>
        <w:ind w:left="820" w:right="233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2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3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.</w:t>
      </w:r>
      <w:r>
        <w:rPr>
          <w:rFonts w:ascii="Arial" w:hAnsi="Arial" w:cs="Arial" w:eastAsia="Arial"/>
          <w:sz w:val="21"/>
          <w:szCs w:val="21"/>
          <w:spacing w:val="9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2"/>
          <w:i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  <w:i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26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2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1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esou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88" w:lineRule="auto"/>
        <w:ind w:left="820" w:right="229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seve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ove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nex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day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8" w:after="0" w:line="288" w:lineRule="auto"/>
        <w:ind w:left="820" w:right="196" w:firstLine="-360"/>
        <w:jc w:val="both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8" w:after="0" w:line="286" w:lineRule="auto"/>
        <w:ind w:left="820" w:right="258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anno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ex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0" w:after="0" w:line="289" w:lineRule="auto"/>
        <w:ind w:left="820" w:right="49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on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g</w:t>
      </w:r>
      <w:r>
        <w:rPr>
          <w:rFonts w:ascii="Arial" w:hAnsi="Arial" w:cs="Arial" w:eastAsia="Arial"/>
          <w:sz w:val="21"/>
          <w:szCs w:val="21"/>
          <w:spacing w:val="27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gan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ze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2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-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shee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7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ques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base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ex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hav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ece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ques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7" w:after="0" w:line="289" w:lineRule="auto"/>
        <w:ind w:left="820" w:right="133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oce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co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3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1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esou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22" w:right="254"/>
        <w:jc w:val="center"/>
        <w:tabs>
          <w:tab w:pos="78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center"/>
        <w:spacing w:after="0"/>
        <w:sectPr>
          <w:pgMar w:header="720" w:footer="1590" w:top="2360" w:bottom="1900" w:left="1340" w:right="1380"/>
          <w:pgSz w:w="12240" w:h="15840"/>
        </w:sectPr>
      </w:pPr>
      <w:rPr/>
    </w:p>
    <w:p>
      <w:pPr>
        <w:spacing w:before="58" w:after="0" w:line="286" w:lineRule="auto"/>
        <w:ind w:left="820" w:right="585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ove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vocabu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encoun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0" w:after="0" w:line="291" w:lineRule="auto"/>
        <w:ind w:left="820" w:right="86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eco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boa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89" w:lineRule="auto"/>
        <w:ind w:left="820" w:right="170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3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6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doe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unde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ry</w:t>
      </w:r>
      <w:r>
        <w:rPr>
          <w:rFonts w:ascii="Arial" w:hAnsi="Arial" w:cs="Arial" w:eastAsia="Arial"/>
          <w:sz w:val="21"/>
          <w:szCs w:val="21"/>
          <w:spacing w:val="23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u w:val="single" w:color="000000"/>
        </w:rPr>
        <w:t>w</w:t>
      </w:r>
      <w:r>
        <w:rPr>
          <w:rFonts w:ascii="Arial" w:hAnsi="Arial" w:cs="Arial" w:eastAsia="Arial"/>
          <w:sz w:val="21"/>
          <w:szCs w:val="21"/>
          <w:spacing w:val="3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)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?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7" w:after="0" w:line="288" w:lineRule="auto"/>
        <w:ind w:left="820" w:right="60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ons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8" w:after="0" w:line="286" w:lineRule="auto"/>
        <w:ind w:left="820" w:right="231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beg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abou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8416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4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843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1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esou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1" w:after="0" w:line="240" w:lineRule="auto"/>
        <w:ind w:left="100" w:right="6177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3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21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&amp;</w:t>
      </w:r>
      <w:r>
        <w:rPr>
          <w:rFonts w:ascii="Arial" w:hAnsi="Arial" w:cs="Arial" w:eastAsia="Arial"/>
          <w:sz w:val="21"/>
          <w:szCs w:val="21"/>
          <w:spacing w:val="8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29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8416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5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587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1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esou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6" w:after="0" w:line="240" w:lineRule="auto"/>
        <w:ind w:left="100" w:right="6860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100" w:right="88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Ch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”</w:t>
      </w:r>
      <w:r>
        <w:rPr>
          <w:rFonts w:ascii="Arial" w:hAnsi="Arial" w:cs="Arial" w:eastAsia="Arial"/>
          <w:sz w:val="21"/>
          <w:szCs w:val="21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2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po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nt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x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1"/>
          <w:szCs w:val="21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4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urc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2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or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3403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d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i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it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  <w:i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i/>
        </w:rPr>
        <w:t>: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20" w:right="-20"/>
        <w:jc w:val="left"/>
        <w:tabs>
          <w:tab w:pos="118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3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1" w:after="0" w:line="240" w:lineRule="auto"/>
        <w:ind w:left="820" w:right="-20"/>
        <w:jc w:val="left"/>
        <w:tabs>
          <w:tab w:pos="118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590" w:top="2360" w:bottom="1820" w:left="1340" w:right="1380"/>
          <w:pgSz w:w="12240" w:h="15840"/>
        </w:sectPr>
      </w:pPr>
      <w:rPr/>
    </w:p>
    <w:p>
      <w:pPr>
        <w:spacing w:before="58" w:after="0" w:line="240" w:lineRule="auto"/>
        <w:ind w:left="940" w:right="-20"/>
        <w:jc w:val="left"/>
        <w:tabs>
          <w:tab w:pos="1300" w:val="left"/>
        </w:tabs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430.540009pt;margin-top:368.619995pt;width:109.96pt;height:58.6pt;mso-position-horizontal-relative:page;mso-position-vertical-relative:page;z-index:-1450" coordorigin="8611,7372" coordsize="2199,1172">
            <v:group style="position:absolute;left:8621;top:7382;width:2179;height:230" coordorigin="8621,7382" coordsize="2179,230">
              <v:shape style="position:absolute;left:8621;top:7382;width:2179;height:230" coordorigin="8621,7382" coordsize="2179,230" path="m8621,7613l10800,7613,10800,7382,8621,7382,8621,7613e" filled="t" fillcolor="#99CC00" stroked="f">
                <v:path arrowok="t"/>
                <v:fill/>
              </v:shape>
            </v:group>
            <v:group style="position:absolute;left:8621;top:7613;width:2179;height:230" coordorigin="8621,7613" coordsize="2179,230">
              <v:shape style="position:absolute;left:8621;top:7613;width:2179;height:230" coordorigin="8621,7613" coordsize="2179,230" path="m8621,7843l10800,7843,10800,7613,8621,7613,8621,7843e" filled="t" fillcolor="#99CC00" stroked="f">
                <v:path arrowok="t"/>
                <v:fill/>
              </v:shape>
            </v:group>
            <v:group style="position:absolute;left:8621;top:7843;width:2179;height:230" coordorigin="8621,7843" coordsize="2179,230">
              <v:shape style="position:absolute;left:8621;top:7843;width:2179;height:230" coordorigin="8621,7843" coordsize="2179,230" path="m8621,8074l10800,8074,10800,7843,8621,7843,8621,8074e" filled="t" fillcolor="#99CC00" stroked="f">
                <v:path arrowok="t"/>
                <v:fill/>
              </v:shape>
            </v:group>
            <v:group style="position:absolute;left:8621;top:8074;width:2179;height:230" coordorigin="8621,8074" coordsize="2179,230">
              <v:shape style="position:absolute;left:8621;top:8074;width:2179;height:230" coordorigin="8621,8074" coordsize="2179,230" path="m8621,8304l10800,8304,10800,8074,8621,8074,8621,8304e" filled="t" fillcolor="#99CC00" stroked="f">
                <v:path arrowok="t"/>
                <v:fill/>
              </v:shape>
            </v:group>
            <v:group style="position:absolute;left:8621;top:8304;width:2179;height:230" coordorigin="8621,8304" coordsize="2179,230">
              <v:shape style="position:absolute;left:8621;top:8304;width:2179;height:230" coordorigin="8621,8304" coordsize="2179,230" path="m8621,8534l10800,8534,10800,8304,8621,8304,8621,8534e" filled="t" fillcolor="#99CC00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1" w:after="0" w:line="240" w:lineRule="auto"/>
        <w:ind w:left="940" w:right="-20"/>
        <w:jc w:val="left"/>
        <w:tabs>
          <w:tab w:pos="130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&amp;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940" w:right="-20"/>
        <w:jc w:val="left"/>
        <w:tabs>
          <w:tab w:pos="1300" w:val="left"/>
        </w:tabs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71.5pt;margin-top:84.598869pt;width:469pt;height:112.36pt;mso-position-horizontal-relative:page;mso-position-vertical-relative:paragraph;z-index:-1451" coordorigin="1430,1692" coordsize="9380,2247">
            <v:group style="position:absolute;left:1440;top:1702;width:9360;height:250" coordorigin="1440,1702" coordsize="9360,250">
              <v:shape style="position:absolute;left:1440;top:1702;width:9360;height:250" coordorigin="1440,1702" coordsize="9360,250" path="m1440,1952l10800,1952,10800,1702,1440,1702,1440,1952e" filled="t" fillcolor="#D9D9D9" stroked="f">
                <v:path arrowok="t"/>
                <v:fill/>
              </v:shape>
            </v:group>
            <v:group style="position:absolute;left:1440;top:1952;width:9360;height:254" coordorigin="1440,1952" coordsize="9360,254">
              <v:shape style="position:absolute;left:1440;top:1952;width:9360;height:254" coordorigin="1440,1952" coordsize="9360,254" path="m1440,2206l10800,2206,10800,1952,1440,1952,1440,2206e" filled="t" fillcolor="#D9D9D9" stroked="f">
                <v:path arrowok="t"/>
                <v:fill/>
              </v:shape>
            </v:group>
            <v:group style="position:absolute;left:1440;top:2206;width:9360;height:254" coordorigin="1440,2206" coordsize="9360,254">
              <v:shape style="position:absolute;left:1440;top:2206;width:9360;height:254" coordorigin="1440,2206" coordsize="9360,254" path="m1440,2460l10800,2460,10800,2206,1440,2206,1440,2460e" filled="t" fillcolor="#D9D9D9" stroked="f">
                <v:path arrowok="t"/>
                <v:fill/>
              </v:shape>
            </v:group>
            <v:group style="position:absolute;left:1440;top:2460;width:9360;height:245" coordorigin="1440,2460" coordsize="9360,245">
              <v:shape style="position:absolute;left:1440;top:2460;width:9360;height:245" coordorigin="1440,2460" coordsize="9360,245" path="m1440,2705l10800,2705,10800,2460,1440,2460,1440,2705e" filled="t" fillcolor="#D9D9D9" stroked="f">
                <v:path arrowok="t"/>
                <v:fill/>
              </v:shape>
            </v:group>
            <v:group style="position:absolute;left:1440;top:2705;width:9360;height:240" coordorigin="1440,2705" coordsize="9360,240">
              <v:shape style="position:absolute;left:1440;top:2705;width:9360;height:240" coordorigin="1440,2705" coordsize="9360,240" path="m1440,2945l10800,2945,10800,2705,1440,2705,1440,2945e" filled="t" fillcolor="#D9D9D9" stroked="f">
                <v:path arrowok="t"/>
                <v:fill/>
              </v:shape>
            </v:group>
            <v:group style="position:absolute;left:1440;top:2945;width:9360;height:245" coordorigin="1440,2945" coordsize="9360,245">
              <v:shape style="position:absolute;left:1440;top:2945;width:9360;height:245" coordorigin="1440,2945" coordsize="9360,245" path="m1440,3190l10800,3190,10800,2945,1440,2945,1440,3190e" filled="t" fillcolor="#D9D9D9" stroked="f">
                <v:path arrowok="t"/>
                <v:fill/>
              </v:shape>
            </v:group>
            <v:group style="position:absolute;left:1440;top:3190;width:9360;height:245" coordorigin="1440,3190" coordsize="9360,245">
              <v:shape style="position:absolute;left:1440;top:3190;width:9360;height:245" coordorigin="1440,3190" coordsize="9360,245" path="m1440,3435l10800,3435,10800,3190,1440,3190,1440,3435e" filled="t" fillcolor="#D9D9D9" stroked="f">
                <v:path arrowok="t"/>
                <v:fill/>
              </v:shape>
            </v:group>
            <v:group style="position:absolute;left:1440;top:3435;width:9360;height:240" coordorigin="1440,3435" coordsize="9360,240">
              <v:shape style="position:absolute;left:1440;top:3435;width:9360;height:240" coordorigin="1440,3435" coordsize="9360,240" path="m1440,3675l10800,3675,10800,3435,1440,3435,1440,3675e" filled="t" fillcolor="#D9D9D9" stroked="f">
                <v:path arrowok="t"/>
                <v:fill/>
              </v:shape>
            </v:group>
            <v:group style="position:absolute;left:1440;top:3675;width:9360;height:254" coordorigin="1440,3675" coordsize="9360,254">
              <v:shape style="position:absolute;left:1440;top:3675;width:9360;height:254" coordorigin="1440,3675" coordsize="9360,254" path="m1440,3929l10800,3929,10800,3675,1440,3675,1440,3929e" filled="t" fillcolor="#D9D9D9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331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3366FF"/>
          </w:tcPr>
          <w:p>
            <w:pPr>
              <w:spacing w:before="0" w:after="0" w:line="319" w:lineRule="exact"/>
              <w:ind w:left="3196" w:right="3175"/>
              <w:jc w:val="center"/>
              <w:rPr>
                <w:rFonts w:ascii="Arial" w:hAnsi="Arial" w:cs="Arial" w:eastAsia="Arial"/>
                <w:sz w:val="28"/>
                <w:szCs w:val="28"/>
              </w:rPr>
            </w:pPr>
            <w:rPr/>
            <w:r>
              <w:rPr>
                <w:rFonts w:ascii="Arial" w:hAnsi="Arial" w:cs="Arial" w:eastAsia="Arial"/>
                <w:sz w:val="28"/>
                <w:szCs w:val="28"/>
                <w:spacing w:val="2"/>
                <w:w w:val="100"/>
                <w:b/>
                <w:bCs/>
                <w:position w:val="-1"/>
              </w:rPr>
              <w:t>W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K</w:t>
            </w:r>
            <w:r>
              <w:rPr>
                <w:rFonts w:ascii="Arial" w:hAnsi="Arial" w:cs="Arial" w:eastAsia="Arial"/>
                <w:sz w:val="28"/>
                <w:szCs w:val="28"/>
                <w:spacing w:val="-7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2</w:t>
            </w:r>
            <w:r>
              <w:rPr>
                <w:rFonts w:ascii="Arial" w:hAnsi="Arial" w:cs="Arial" w:eastAsia="Arial"/>
                <w:sz w:val="28"/>
                <w:szCs w:val="28"/>
                <w:spacing w:val="-1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T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-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-GL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ANCE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position w:val="0"/>
              </w:rPr>
            </w:r>
          </w:p>
        </w:tc>
      </w:tr>
      <w:tr>
        <w:trPr>
          <w:trHeight w:val="518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275" w:right="252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son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13" w:after="0" w:line="240" w:lineRule="auto"/>
              <w:ind w:left="760" w:right="73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65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43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62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237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13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rge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1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6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1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6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it.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6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470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Vo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Me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1162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7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100" w:right="599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gan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z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3" w:lineRule="auto"/>
              <w:ind w:left="100" w:right="51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Yo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701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6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100" w:right="254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3" w:lineRule="auto"/>
              <w:ind w:left="100" w:right="143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3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J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Ve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696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3" w:lineRule="auto"/>
              <w:ind w:left="100" w:right="144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3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0" w:after="0" w:line="214" w:lineRule="exact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1392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3" w:lineRule="auto"/>
              <w:ind w:left="100" w:right="144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3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36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8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430.540009pt;margin-top:-92.911118pt;width:109.96pt;height:70.12pt;mso-position-horizontal-relative:page;mso-position-vertical-relative:paragraph;z-index:-1449" coordorigin="8611,-1858" coordsize="2199,1402">
            <v:group style="position:absolute;left:8621;top:-1848;width:2179;height:230" coordorigin="8621,-1848" coordsize="2179,230">
              <v:shape style="position:absolute;left:8621;top:-1848;width:2179;height:230" coordorigin="8621,-1848" coordsize="2179,230" path="m8621,-1618l10800,-1618,10800,-1848,8621,-1848,8621,-1618e" filled="t" fillcolor="#99CC00" stroked="f">
                <v:path arrowok="t"/>
                <v:fill/>
              </v:shape>
            </v:group>
            <v:group style="position:absolute;left:8621;top:-1618;width:2179;height:230" coordorigin="8621,-1618" coordsize="2179,230">
              <v:shape style="position:absolute;left:8621;top:-1618;width:2179;height:230" coordorigin="8621,-1618" coordsize="2179,230" path="m8621,-1387l10800,-1387,10800,-1618,8621,-1618,8621,-1387e" filled="t" fillcolor="#99CC00" stroked="f">
                <v:path arrowok="t"/>
                <v:fill/>
              </v:shape>
            </v:group>
            <v:group style="position:absolute;left:8621;top:-1387;width:2179;height:230" coordorigin="8621,-1387" coordsize="2179,230">
              <v:shape style="position:absolute;left:8621;top:-1387;width:2179;height:230" coordorigin="8621,-1387" coordsize="2179,230" path="m8621,-1157l10800,-1157,10800,-1387,8621,-1387,8621,-1157e" filled="t" fillcolor="#99CC00" stroked="f">
                <v:path arrowok="t"/>
                <v:fill/>
              </v:shape>
            </v:group>
            <v:group style="position:absolute;left:8621;top:-1157;width:2179;height:230" coordorigin="8621,-1157" coordsize="2179,230">
              <v:shape style="position:absolute;left:8621;top:-1157;width:2179;height:230" coordorigin="8621,-1157" coordsize="2179,230" path="m8621,-927l10800,-927,10800,-1157,8621,-1157,8621,-927e" filled="t" fillcolor="#99CC00" stroked="f">
                <v:path arrowok="t"/>
                <v:fill/>
              </v:shape>
            </v:group>
            <v:group style="position:absolute;left:8621;top:-927;width:2179;height:230" coordorigin="8621,-927" coordsize="2179,230">
              <v:shape style="position:absolute;left:8621;top:-927;width:2179;height:230" coordorigin="8621,-927" coordsize="2179,230" path="m8621,-696l10800,-696,10800,-927,8621,-927,8621,-696e" filled="t" fillcolor="#99CC00" stroked="f">
                <v:path arrowok="t"/>
                <v:fill/>
              </v:shape>
            </v:group>
            <v:group style="position:absolute;left:8621;top:-696;width:2179;height:230" coordorigin="8621,-696" coordsize="2179,230">
              <v:shape style="position:absolute;left:8621;top:-696;width:2179;height:230" coordorigin="8621,-696" coordsize="2179,230" path="m8621,-466l10800,-466,10800,-696,8621,-696,8621,-466e" filled="t" fillcolor="#99CC00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1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ede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esou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91" w:lineRule="auto"/>
        <w:ind w:left="940" w:right="284" w:firstLine="-36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nse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b</w:t>
      </w:r>
      <w:r>
        <w:rPr>
          <w:rFonts w:ascii="Arial" w:hAnsi="Arial" w:cs="Arial" w:eastAsia="Arial"/>
          <w:sz w:val="21"/>
          <w:szCs w:val="21"/>
          <w:spacing w:val="13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590" w:top="2360" w:bottom="1820" w:left="1220" w:right="1220"/>
          <w:pgSz w:w="12240" w:h="15840"/>
        </w:sectPr>
      </w:pPr>
      <w:rPr/>
    </w:p>
    <w:p>
      <w:pPr>
        <w:spacing w:before="58" w:after="0" w:line="289" w:lineRule="auto"/>
        <w:ind w:left="820" w:right="326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color w:val="0000FF"/>
          <w:spacing w:val="0"/>
          <w:w w:val="102"/>
        </w:rPr>
      </w:r>
      <w:hyperlink r:id="rId11"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h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p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: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1"/>
            <w:u w:val="single" w:color="0000FF"/>
          </w:rPr>
          <w:t>w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1"/>
            <w:u w:val="single" w:color="0000FF"/>
          </w:rPr>
          <w:t>w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1"/>
            <w:u w:val="single" w:color="0000FF"/>
          </w:rPr>
          <w:t>w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.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g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r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ac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e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l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i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nk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s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.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o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r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g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1299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aqu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1"/>
            <w:u w:val="single" w:color="0000FF"/>
          </w:rPr>
          <w:t>a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-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co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n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se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r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v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e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-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1"/>
            <w:u w:val="single" w:color="0000FF"/>
          </w:rPr>
          <w:t>w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a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  <w:t>e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  <w:t>r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1"/>
          </w:rPr>
        </w:r>
        <w:r>
          <w:rPr>
            <w:rFonts w:ascii="Arial" w:hAnsi="Arial" w:cs="Arial" w:eastAsia="Arial"/>
            <w:sz w:val="21"/>
            <w:szCs w:val="21"/>
            <w:color w:val="000000"/>
            <w:spacing w:val="0"/>
            <w:w w:val="101"/>
          </w:rPr>
          <w:t>.</w:t>
        </w:r>
        <w:r>
          <w:rPr>
            <w:rFonts w:ascii="Arial" w:hAnsi="Arial" w:cs="Arial" w:eastAsia="Arial"/>
            <w:sz w:val="21"/>
            <w:szCs w:val="21"/>
            <w:color w:val="000000"/>
            <w:spacing w:val="0"/>
            <w:w w:val="101"/>
          </w:rPr>
          <w:t> </w:t>
        </w:r>
        <w:r>
          <w:rPr>
            <w:rFonts w:ascii="Arial" w:hAnsi="Arial" w:cs="Arial" w:eastAsia="Arial"/>
            <w:sz w:val="21"/>
            <w:szCs w:val="21"/>
            <w:color w:val="000000"/>
            <w:spacing w:val="55"/>
            <w:w w:val="101"/>
          </w:rPr>
          <w:t> </w:t>
        </w:r>
      </w:hyperlink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2"/>
        </w:rPr>
        <w:t>U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00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color w:val="000000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color w:val="000000"/>
          <w:spacing w:val="2"/>
          <w:w w:val="102"/>
        </w:rPr>
        <w:t>k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12" w:after="0" w:line="291" w:lineRule="auto"/>
        <w:ind w:left="820" w:right="765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89" w:lineRule="auto"/>
        <w:ind w:left="820" w:right="361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eco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2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4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-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ash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hands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,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2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4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-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2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6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?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).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88" w:lineRule="auto"/>
        <w:ind w:left="820" w:right="58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j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8" w:after="0" w:line="286" w:lineRule="auto"/>
        <w:ind w:left="820" w:right="349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eco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0" w:after="0" w:line="288" w:lineRule="auto"/>
        <w:ind w:left="820" w:right="249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14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h</w:t>
      </w:r>
      <w:r>
        <w:rPr>
          <w:rFonts w:ascii="Arial" w:hAnsi="Arial" w:cs="Arial" w:eastAsia="Arial"/>
          <w:sz w:val="21"/>
          <w:szCs w:val="21"/>
          <w:spacing w:val="15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?</w:t>
      </w:r>
      <w:r>
        <w:rPr>
          <w:rFonts w:ascii="Arial" w:hAnsi="Arial" w:cs="Arial" w:eastAsia="Arial"/>
          <w:sz w:val="21"/>
          <w:szCs w:val="21"/>
          <w:spacing w:val="15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aze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oun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nsu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3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2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J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88" w:lineRule="auto"/>
        <w:ind w:left="820" w:right="399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her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cus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ex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3" w:after="0" w:line="291" w:lineRule="auto"/>
        <w:ind w:left="820" w:right="277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eache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oud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anno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ex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5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590" w:top="2360" w:bottom="1780" w:left="1340" w:right="1360"/>
          <w:pgSz w:w="12240" w:h="15840"/>
        </w:sectPr>
      </w:pPr>
      <w:rPr/>
    </w:p>
    <w:p>
      <w:pPr>
        <w:spacing w:before="58" w:after="0" w:line="240" w:lineRule="auto"/>
        <w:ind w:left="422" w:right="473"/>
        <w:jc w:val="center"/>
        <w:tabs>
          <w:tab w:pos="78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en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m</w:t>
      </w:r>
      <w:r>
        <w:rPr>
          <w:rFonts w:ascii="Arial" w:hAnsi="Arial" w:cs="Arial" w:eastAsia="Arial"/>
          <w:sz w:val="21"/>
          <w:szCs w:val="21"/>
          <w:spacing w:val="2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6" w:after="0" w:line="240" w:lineRule="auto"/>
        <w:ind w:left="8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onse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8416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4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184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2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1" w:after="0" w:line="240" w:lineRule="auto"/>
        <w:ind w:left="100" w:right="8794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22" w:right="547"/>
        <w:jc w:val="center"/>
        <w:tabs>
          <w:tab w:pos="78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91" w:lineRule="auto"/>
        <w:ind w:left="820" w:right="585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ove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vocabu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encoun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91" w:lineRule="auto"/>
        <w:ind w:left="820" w:right="86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eco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boa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5" w:after="0" w:line="289" w:lineRule="auto"/>
        <w:ind w:left="820" w:right="170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3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6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doe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unde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ry</w:t>
      </w:r>
      <w:r>
        <w:rPr>
          <w:rFonts w:ascii="Arial" w:hAnsi="Arial" w:cs="Arial" w:eastAsia="Arial"/>
          <w:sz w:val="21"/>
          <w:szCs w:val="21"/>
          <w:spacing w:val="23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u w:val="single" w:color="000000"/>
        </w:rPr>
        <w:t>w</w:t>
      </w:r>
      <w:r>
        <w:rPr>
          <w:rFonts w:ascii="Arial" w:hAnsi="Arial" w:cs="Arial" w:eastAsia="Arial"/>
          <w:sz w:val="21"/>
          <w:szCs w:val="21"/>
          <w:spacing w:val="3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)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?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2" w:after="0" w:line="288" w:lineRule="auto"/>
        <w:ind w:left="820" w:right="60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ons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8" w:after="0" w:line="291" w:lineRule="auto"/>
        <w:ind w:left="820" w:right="231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beg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abou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0" w:right="8416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5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144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2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onse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1" w:after="0" w:line="240" w:lineRule="auto"/>
        <w:ind w:left="100" w:right="7914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8" w:lineRule="auto"/>
        <w:ind w:left="100" w:right="148"/>
        <w:jc w:val="both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Th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bou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2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4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-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hou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you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ser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eas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89" w:lineRule="auto"/>
        <w:ind w:left="820" w:right="219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14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14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nse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La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er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nse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ittl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ff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590" w:top="2360" w:bottom="1780" w:left="1340" w:right="1380"/>
          <w:pgSz w:w="12240" w:h="15840"/>
        </w:sectPr>
      </w:pPr>
      <w:rPr/>
    </w:p>
    <w:p>
      <w:pPr>
        <w:spacing w:before="58" w:after="0" w:line="286" w:lineRule="auto"/>
        <w:ind w:left="940" w:right="602" w:firstLine="-36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421.179993pt;margin-top:467.5pt;width:105.4pt;height:141.39999pt;mso-position-horizontal-relative:page;mso-position-vertical-relative:page;z-index:-1447" coordorigin="8424,9350" coordsize="2108,2828">
            <v:group style="position:absolute;left:8434;top:9360;width:2088;height:230" coordorigin="8434,9360" coordsize="2088,230">
              <v:shape style="position:absolute;left:8434;top:9360;width:2088;height:230" coordorigin="8434,9360" coordsize="2088,230" path="m8434,9590l10522,9590,10522,9360,8434,9360,8434,9590e" filled="t" fillcolor="#99CC00" stroked="f">
                <v:path arrowok="t"/>
                <v:fill/>
              </v:shape>
            </v:group>
            <v:group style="position:absolute;left:8434;top:9590;width:2088;height:230" coordorigin="8434,9590" coordsize="2088,230">
              <v:shape style="position:absolute;left:8434;top:9590;width:2088;height:230" coordorigin="8434,9590" coordsize="2088,230" path="m8434,9821l10522,9821,10522,9590,8434,9590,8434,9821e" filled="t" fillcolor="#99CC00" stroked="f">
                <v:path arrowok="t"/>
                <v:fill/>
              </v:shape>
            </v:group>
            <v:group style="position:absolute;left:8434;top:9821;width:2088;height:230" coordorigin="8434,9821" coordsize="2088,230">
              <v:shape style="position:absolute;left:8434;top:9821;width:2088;height:230" coordorigin="8434,9821" coordsize="2088,230" path="m8434,10051l10522,10051,10522,9821,8434,9821,8434,10051e" filled="t" fillcolor="#99CC00" stroked="f">
                <v:path arrowok="t"/>
                <v:fill/>
              </v:shape>
            </v:group>
            <v:group style="position:absolute;left:8434;top:10051;width:2088;height:230" coordorigin="8434,10051" coordsize="2088,230">
              <v:shape style="position:absolute;left:8434;top:10051;width:2088;height:230" coordorigin="8434,10051" coordsize="2088,230" path="m8434,10282l10522,10282,10522,10051,8434,10051,8434,10282e" filled="t" fillcolor="#99CC00" stroked="f">
                <v:path arrowok="t"/>
                <v:fill/>
              </v:shape>
            </v:group>
            <v:group style="position:absolute;left:8434;top:10306;width:2088;height:230" coordorigin="8434,10306" coordsize="2088,230">
              <v:shape style="position:absolute;left:8434;top:10306;width:2088;height:230" coordorigin="8434,10306" coordsize="2088,230" path="m8434,10536l10522,10536,10522,10306,8434,10306,8434,10536e" filled="t" fillcolor="#99CC00" stroked="f">
                <v:path arrowok="t"/>
                <v:fill/>
              </v:shape>
            </v:group>
            <v:group style="position:absolute;left:8434;top:10536;width:2088;height:230" coordorigin="8434,10536" coordsize="2088,230">
              <v:shape style="position:absolute;left:8434;top:10536;width:2088;height:230" coordorigin="8434,10536" coordsize="2088,230" path="m8434,10766l10522,10766,10522,10536,8434,10536,8434,10766e" filled="t" fillcolor="#99CC00" stroked="f">
                <v:path arrowok="t"/>
                <v:fill/>
              </v:shape>
            </v:group>
            <v:group style="position:absolute;left:8434;top:10766;width:2088;height:230" coordorigin="8434,10766" coordsize="2088,230">
              <v:shape style="position:absolute;left:8434;top:10766;width:2088;height:230" coordorigin="8434,10766" coordsize="2088,230" path="m8434,10997l10522,10997,10522,10766,8434,10766,8434,10997e" filled="t" fillcolor="#99CC00" stroked="f">
                <v:path arrowok="t"/>
                <v:fill/>
              </v:shape>
            </v:group>
            <v:group style="position:absolute;left:8434;top:10997;width:2088;height:226" coordorigin="8434,10997" coordsize="2088,226">
              <v:shape style="position:absolute;left:8434;top:10997;width:2088;height:226" coordorigin="8434,10997" coordsize="2088,226" path="m8434,11222l10522,11222,10522,10997,8434,10997,8434,11222e" filled="t" fillcolor="#99CC00" stroked="f">
                <v:path arrowok="t"/>
                <v:fill/>
              </v:shape>
            </v:group>
            <v:group style="position:absolute;left:8434;top:11246;width:2088;height:230" coordorigin="8434,11246" coordsize="2088,230">
              <v:shape style="position:absolute;left:8434;top:11246;width:2088;height:230" coordorigin="8434,11246" coordsize="2088,230" path="m8434,11477l10522,11477,10522,11246,8434,11246,8434,11477e" filled="t" fillcolor="#99CC00" stroked="f">
                <v:path arrowok="t"/>
                <v:fill/>
              </v:shape>
            </v:group>
            <v:group style="position:absolute;left:8434;top:11477;width:2088;height:230" coordorigin="8434,11477" coordsize="2088,230">
              <v:shape style="position:absolute;left:8434;top:11477;width:2088;height:230" coordorigin="8434,11477" coordsize="2088,230" path="m8434,11707l10522,11707,10522,11477,8434,11477,8434,11707e" filled="t" fillcolor="#99CC00" stroked="f">
                <v:path arrowok="t"/>
                <v:fill/>
              </v:shape>
            </v:group>
            <v:group style="position:absolute;left:8434;top:11707;width:2088;height:230" coordorigin="8434,11707" coordsize="2088,230">
              <v:shape style="position:absolute;left:8434;top:11707;width:2088;height:230" coordorigin="8434,11707" coordsize="2088,230" path="m8434,11938l10522,11938,10522,11707,8434,11707,8434,11938e" filled="t" fillcolor="#99CC00" stroked="f">
                <v:path arrowok="t"/>
                <v:fill/>
              </v:shape>
            </v:group>
            <v:group style="position:absolute;left:8434;top:11938;width:2088;height:230" coordorigin="8434,11938" coordsize="2088,230">
              <v:shape style="position:absolute;left:8434;top:11938;width:2088;height:230" coordorigin="8434,11938" coordsize="2088,230" path="m8434,12168l10522,12168,10522,11938,8434,11938,8434,12168e" filled="t" fillcolor="#99CC00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d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i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it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  <w:i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i/>
        </w:rPr>
        <w:t>: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940" w:right="-20"/>
        <w:jc w:val="left"/>
        <w:tabs>
          <w:tab w:pos="130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31"/>
        </w:rPr>
        <w:t>•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0" w:after="0" w:line="240" w:lineRule="auto"/>
        <w:ind w:left="940" w:right="-20"/>
        <w:jc w:val="left"/>
        <w:tabs>
          <w:tab w:pos="130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31"/>
        </w:rPr>
        <w:t>•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0" w:after="0" w:line="240" w:lineRule="auto"/>
        <w:ind w:left="940" w:right="-20"/>
        <w:jc w:val="left"/>
        <w:tabs>
          <w:tab w:pos="130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31"/>
        </w:rPr>
        <w:t>•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0" w:after="0" w:line="240" w:lineRule="auto"/>
        <w:ind w:left="940" w:right="-20"/>
        <w:jc w:val="left"/>
        <w:tabs>
          <w:tab w:pos="130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31"/>
        </w:rPr>
        <w:t>•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5" w:after="0" w:line="240" w:lineRule="auto"/>
        <w:ind w:left="940" w:right="-20"/>
        <w:jc w:val="left"/>
        <w:tabs>
          <w:tab w:pos="1300" w:val="left"/>
        </w:tabs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71.5pt;margin-top:75.165886pt;width:455.08pt;height:115.96pt;mso-position-horizontal-relative:page;mso-position-vertical-relative:paragraph;z-index:-1448" coordorigin="1430,1503" coordsize="9102,2319">
            <v:group style="position:absolute;left:1440;top:1513;width:9082;height:254" coordorigin="1440,1513" coordsize="9082,254">
              <v:shape style="position:absolute;left:1440;top:1513;width:9082;height:254" coordorigin="1440,1513" coordsize="9082,254" path="m1440,1768l10522,1768,10522,1513,1440,1513,1440,1768e" filled="t" fillcolor="#D9D9D9" stroked="f">
                <v:path arrowok="t"/>
                <v:fill/>
              </v:shape>
            </v:group>
            <v:group style="position:absolute;left:1440;top:1768;width:9082;height:254" coordorigin="1440,1768" coordsize="9082,254">
              <v:shape style="position:absolute;left:1440;top:1768;width:9082;height:254" coordorigin="1440,1768" coordsize="9082,254" path="m1440,2022l10522,2022,10522,1768,1440,1768,1440,2022e" filled="t" fillcolor="#D9D9D9" stroked="f">
                <v:path arrowok="t"/>
                <v:fill/>
              </v:shape>
            </v:group>
            <v:group style="position:absolute;left:1440;top:2022;width:9082;height:254" coordorigin="1440,2022" coordsize="9082,254">
              <v:shape style="position:absolute;left:1440;top:2022;width:9082;height:254" coordorigin="1440,2022" coordsize="9082,254" path="m1440,2277l10522,2277,10522,2022,1440,2022,1440,2277e" filled="t" fillcolor="#D9D9D9" stroked="f">
                <v:path arrowok="t"/>
                <v:fill/>
              </v:shape>
            </v:group>
            <v:group style="position:absolute;left:1440;top:2277;width:9082;height:264" coordorigin="1440,2277" coordsize="9082,264">
              <v:shape style="position:absolute;left:1440;top:2277;width:9082;height:264" coordorigin="1440,2277" coordsize="9082,264" path="m1440,2541l10522,2541,10522,2277,1440,2277,1440,2541e" filled="t" fillcolor="#D9D9D9" stroked="f">
                <v:path arrowok="t"/>
                <v:fill/>
              </v:shape>
            </v:group>
            <v:group style="position:absolute;left:1440;top:2541;width:9082;height:259" coordorigin="1440,2541" coordsize="9082,259">
              <v:shape style="position:absolute;left:1440;top:2541;width:9082;height:259" coordorigin="1440,2541" coordsize="9082,259" path="m1440,2800l10522,2800,10522,2541,1440,2541,1440,2800e" filled="t" fillcolor="#D9D9D9" stroked="f">
                <v:path arrowok="t"/>
                <v:fill/>
              </v:shape>
            </v:group>
            <v:group style="position:absolute;left:1440;top:2800;width:9082;height:264" coordorigin="1440,2800" coordsize="9082,264">
              <v:shape style="position:absolute;left:1440;top:2800;width:9082;height:264" coordorigin="1440,2800" coordsize="9082,264" path="m1440,3064l10522,3064,10522,2800,1440,2800,1440,3064e" filled="t" fillcolor="#D9D9D9" stroked="f">
                <v:path arrowok="t"/>
                <v:fill/>
              </v:shape>
            </v:group>
            <v:group style="position:absolute;left:1440;top:3064;width:9082;height:264" coordorigin="1440,3064" coordsize="9082,264">
              <v:shape style="position:absolute;left:1440;top:3064;width:9082;height:264" coordorigin="1440,3064" coordsize="9082,264" path="m1440,3328l10522,3328,10522,3064,1440,3064,1440,3328e" filled="t" fillcolor="#D9D9D9" stroked="f">
                <v:path arrowok="t"/>
                <v:fill/>
              </v:shape>
            </v:group>
            <v:group style="position:absolute;left:1440;top:3328;width:9082;height:230" coordorigin="1440,3328" coordsize="9082,230">
              <v:shape style="position:absolute;left:1440;top:3328;width:9082;height:230" coordorigin="1440,3328" coordsize="9082,230" path="m1440,3558l10522,3558,10522,3328,1440,3328,1440,3558e" filled="t" fillcolor="#D9D9D9" stroked="f">
                <v:path arrowok="t"/>
                <v:fill/>
              </v:shape>
            </v:group>
            <v:group style="position:absolute;left:1440;top:3558;width:9082;height:254" coordorigin="1440,3558" coordsize="9082,254">
              <v:shape style="position:absolute;left:1440;top:3558;width:9082;height:254" coordorigin="1440,3558" coordsize="9082,254" path="m1440,3813l10522,3813,10522,3558,1440,3558,1440,3813e" filled="t" fillcolor="#D9D9D9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4"/>
          <w:szCs w:val="24"/>
          <w:spacing w:val="0"/>
          <w:w w:val="131"/>
        </w:rPr>
        <w:t>•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336" w:hRule="exact"/>
        </w:trPr>
        <w:tc>
          <w:tcPr>
            <w:tcW w:w="9302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3366FF"/>
          </w:tcPr>
          <w:p>
            <w:pPr>
              <w:spacing w:before="0" w:after="0" w:line="240" w:lineRule="auto"/>
              <w:ind w:left="3098" w:right="-2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Pr/>
            <w:r>
              <w:rPr>
                <w:rFonts w:ascii="Arial" w:hAnsi="Arial" w:cs="Arial" w:eastAsia="Arial"/>
                <w:sz w:val="28"/>
                <w:szCs w:val="28"/>
                <w:spacing w:val="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8"/>
                <w:szCs w:val="28"/>
                <w:spacing w:val="-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8"/>
                <w:szCs w:val="28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</w:rPr>
              <w:t>-GL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</w:rPr>
              <w:t>ANCE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</w:rPr>
            </w:r>
          </w:p>
        </w:tc>
      </w:tr>
      <w:tr>
        <w:trPr>
          <w:trHeight w:val="514" w:hRule="exact"/>
        </w:trPr>
        <w:tc>
          <w:tcPr>
            <w:tcW w:w="242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292" w:right="26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son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8" w:after="0" w:line="240" w:lineRule="auto"/>
              <w:ind w:left="776" w:right="755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0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609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2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372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58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323" w:hRule="exact"/>
        </w:trPr>
        <w:tc>
          <w:tcPr>
            <w:tcW w:w="9302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18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rge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2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k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2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aca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oca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7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3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2" w:after="0" w:line="247" w:lineRule="auto"/>
              <w:ind w:left="825" w:right="365" w:firstLine="-36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470" w:hRule="exact"/>
        </w:trPr>
        <w:tc>
          <w:tcPr>
            <w:tcW w:w="242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0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Vo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46" w:hRule="exact"/>
        </w:trPr>
        <w:tc>
          <w:tcPr>
            <w:tcW w:w="242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0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3" w:lineRule="auto"/>
              <w:ind w:left="105" w:right="52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Qu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41" w:hRule="exact"/>
        </w:trPr>
        <w:tc>
          <w:tcPr>
            <w:tcW w:w="242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0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3" w:lineRule="auto"/>
              <w:ind w:left="105" w:right="52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31" w:hRule="exact"/>
        </w:trPr>
        <w:tc>
          <w:tcPr>
            <w:tcW w:w="242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0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8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’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Te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3" w:lineRule="auto"/>
              <w:ind w:left="105" w:right="52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0" w:after="0" w:line="253" w:lineRule="auto"/>
              <w:ind w:left="105" w:right="198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’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gan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za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701" w:hRule="exact"/>
        </w:trPr>
        <w:tc>
          <w:tcPr>
            <w:tcW w:w="242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0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6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100" w:right="43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Re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ase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denc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0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NumType w:start="8"/>
          <w:pgMar w:footer="1691" w:header="720" w:top="2360" w:bottom="1880" w:left="1220" w:right="1500"/>
          <w:footerReference w:type="default" r:id="rId12"/>
          <w:pgSz w:w="12240" w:h="15840"/>
        </w:sectPr>
      </w:pPr>
      <w:rPr/>
    </w:p>
    <w:p>
      <w:pPr>
        <w:spacing w:before="44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1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820" w:right="491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FF"/>
          <w:spacing w:val="-56"/>
          <w:w w:val="100"/>
        </w:rPr>
        <w:t> </w:t>
      </w:r>
      <w:hyperlink r:id="rId13"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: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v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eo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415529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  <w:t>3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</w:rPr>
        </w:r>
        <w:r>
          <w:rPr>
            <w:rFonts w:ascii="Arial" w:hAnsi="Arial" w:cs="Arial" w:eastAsia="Arial"/>
            <w:sz w:val="21"/>
            <w:szCs w:val="21"/>
            <w:color w:val="000000"/>
            <w:spacing w:val="0"/>
            <w:w w:val="100"/>
          </w:rPr>
          <w:t>.</w:t>
        </w:r>
        <w:r>
          <w:rPr>
            <w:rFonts w:ascii="Arial" w:hAnsi="Arial" w:cs="Arial" w:eastAsia="Arial"/>
            <w:sz w:val="21"/>
            <w:szCs w:val="21"/>
            <w:color w:val="000000"/>
            <w:spacing w:val="0"/>
            <w:w w:val="100"/>
          </w:rPr>
        </w:r>
      </w:hyperlink>
    </w:p>
    <w:p>
      <w:pPr>
        <w:spacing w:before="51" w:after="0" w:line="291" w:lineRule="auto"/>
        <w:ind w:left="820" w:right="27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91" w:lineRule="auto"/>
        <w:ind w:left="820" w:right="929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abou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8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2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ede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3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6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91" w:lineRule="auto"/>
        <w:ind w:left="820" w:right="232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ove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nex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day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91" w:lineRule="auto"/>
        <w:ind w:left="820" w:right="197" w:firstLine="-360"/>
        <w:jc w:val="both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ex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91" w:lineRule="auto"/>
        <w:ind w:left="820" w:right="258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anno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ex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5" w:after="0" w:line="289" w:lineRule="auto"/>
        <w:ind w:left="820" w:right="49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g</w:t>
      </w:r>
      <w:r>
        <w:rPr>
          <w:rFonts w:ascii="Arial" w:hAnsi="Arial" w:cs="Arial" w:eastAsia="Arial"/>
          <w:sz w:val="21"/>
          <w:szCs w:val="21"/>
          <w:spacing w:val="27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3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2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-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shee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7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ques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base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ex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hav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ece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ques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shee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2" w:after="0" w:line="289" w:lineRule="auto"/>
        <w:ind w:left="820" w:right="132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shee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ques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hat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oces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co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3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ede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3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6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691" w:top="2360" w:bottom="1900" w:left="1340" w:right="1380"/>
          <w:pgSz w:w="12240" w:h="15840"/>
        </w:sectPr>
      </w:pPr>
      <w:rPr/>
    </w:p>
    <w:p>
      <w:pPr>
        <w:spacing w:before="58" w:after="0" w:line="286" w:lineRule="auto"/>
        <w:ind w:left="820" w:right="585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0" w:after="0" w:line="291" w:lineRule="auto"/>
        <w:ind w:left="820" w:right="86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eco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boa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89" w:lineRule="auto"/>
        <w:ind w:left="820" w:right="170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3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and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6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doe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unde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ry</w:t>
      </w:r>
      <w:r>
        <w:rPr>
          <w:rFonts w:ascii="Arial" w:hAnsi="Arial" w:cs="Arial" w:eastAsia="Arial"/>
          <w:sz w:val="21"/>
          <w:szCs w:val="21"/>
          <w:spacing w:val="23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u w:val="single" w:color="000000"/>
        </w:rPr>
        <w:t>w</w:t>
      </w:r>
      <w:r>
        <w:rPr>
          <w:rFonts w:ascii="Arial" w:hAnsi="Arial" w:cs="Arial" w:eastAsia="Arial"/>
          <w:sz w:val="21"/>
          <w:szCs w:val="21"/>
          <w:spacing w:val="3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)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?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7" w:after="0" w:line="288" w:lineRule="auto"/>
        <w:ind w:left="820" w:right="60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ons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8" w:after="0" w:line="286" w:lineRule="auto"/>
        <w:ind w:left="820" w:right="229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abou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beg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abou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4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6" w:lineRule="auto"/>
        <w:ind w:left="100" w:right="233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3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&amp;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1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3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21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&amp;</w:t>
      </w:r>
      <w:r>
        <w:rPr>
          <w:rFonts w:ascii="Arial" w:hAnsi="Arial" w:cs="Arial" w:eastAsia="Arial"/>
          <w:sz w:val="21"/>
          <w:szCs w:val="21"/>
          <w:spacing w:val="8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29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5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8" w:lineRule="auto"/>
        <w:ind w:left="100" w:right="16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”</w:t>
      </w:r>
      <w:r>
        <w:rPr>
          <w:rFonts w:ascii="Arial" w:hAnsi="Arial" w:cs="Arial" w:eastAsia="Arial"/>
          <w:sz w:val="21"/>
          <w:szCs w:val="21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x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?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x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d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i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it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  <w:i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i/>
        </w:rPr>
        <w:t>: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20" w:right="-20"/>
        <w:jc w:val="left"/>
        <w:tabs>
          <w:tab w:pos="118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820" w:right="-20"/>
        <w:jc w:val="left"/>
        <w:tabs>
          <w:tab w:pos="118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1" w:after="0" w:line="240" w:lineRule="auto"/>
        <w:ind w:left="820" w:right="-20"/>
        <w:jc w:val="left"/>
        <w:tabs>
          <w:tab w:pos="118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&amp;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820" w:right="-20"/>
        <w:jc w:val="left"/>
        <w:tabs>
          <w:tab w:pos="118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691" w:top="2360" w:bottom="1900" w:left="1340" w:right="1380"/>
          <w:pgSz w:w="12240" w:h="15840"/>
        </w:sectPr>
      </w:pPr>
      <w:rPr/>
    </w:p>
    <w:p>
      <w:pPr>
        <w:spacing w:before="6" w:after="0" w:line="190" w:lineRule="exact"/>
        <w:jc w:val="left"/>
        <w:rPr>
          <w:sz w:val="19"/>
          <w:szCs w:val="19"/>
        </w:rPr>
      </w:pPr>
      <w:rPr/>
      <w:r>
        <w:rPr/>
        <w:pict>
          <v:group style="position:absolute;margin-left:76.779999pt;margin-top:191.500015pt;width:468.04pt;height:75.879990pt;mso-position-horizontal-relative:page;mso-position-vertical-relative:page;z-index:-1446" coordorigin="1536,3830" coordsize="9361,1518">
            <v:group style="position:absolute;left:1546;top:3840;width:9341;height:250" coordorigin="1546,3840" coordsize="9341,250">
              <v:shape style="position:absolute;left:1546;top:3840;width:9341;height:250" coordorigin="1546,3840" coordsize="9341,250" path="m1546,4090l10886,4090,10886,3840,1546,3840,1546,4090e" filled="t" fillcolor="#D9D9D9" stroked="f">
                <v:path arrowok="t"/>
                <v:fill/>
              </v:shape>
            </v:group>
            <v:group style="position:absolute;left:1546;top:4090;width:9341;height:254" coordorigin="1546,4090" coordsize="9341,254">
              <v:shape style="position:absolute;left:1546;top:4090;width:9341;height:254" coordorigin="1546,4090" coordsize="9341,254" path="m1546,4344l10886,4344,10886,4090,1546,4090,1546,4344e" filled="t" fillcolor="#D9D9D9" stroked="f">
                <v:path arrowok="t"/>
                <v:fill/>
              </v:shape>
            </v:group>
            <v:group style="position:absolute;left:1546;top:4344;width:9341;height:254" coordorigin="1546,4344" coordsize="9341,254">
              <v:shape style="position:absolute;left:1546;top:4344;width:9341;height:254" coordorigin="1546,4344" coordsize="9341,254" path="m1546,4598l10886,4598,10886,4344,1546,4344,1546,4598e" filled="t" fillcolor="#D9D9D9" stroked="f">
                <v:path arrowok="t"/>
                <v:fill/>
              </v:shape>
            </v:group>
            <v:group style="position:absolute;left:1546;top:4598;width:9341;height:240" coordorigin="1546,4598" coordsize="9341,240">
              <v:shape style="position:absolute;left:1546;top:4598;width:9341;height:240" coordorigin="1546,4598" coordsize="9341,240" path="m1546,4838l10886,4838,10886,4598,1546,4598,1546,4838e" filled="t" fillcolor="#D9D9D9" stroked="f">
                <v:path arrowok="t"/>
                <v:fill/>
              </v:shape>
            </v:group>
            <v:group style="position:absolute;left:1546;top:4838;width:9341;height:245" coordorigin="1546,4838" coordsize="9341,245">
              <v:shape style="position:absolute;left:1546;top:4838;width:9341;height:245" coordorigin="1546,4838" coordsize="9341,245" path="m1546,5083l10886,5083,10886,4838,1546,4838,1546,5083e" filled="t" fillcolor="#D9D9D9" stroked="f">
                <v:path arrowok="t"/>
                <v:fill/>
              </v:shape>
            </v:group>
            <v:group style="position:absolute;left:1546;top:5083;width:9341;height:254" coordorigin="1546,5083" coordsize="9341,254">
              <v:shape style="position:absolute;left:1546;top:5083;width:9341;height:254" coordorigin="1546,5083" coordsize="9341,254" path="m1546,5338l10886,5338,10886,5083,1546,5083,1546,5338e" filled="t" fillcolor="#D9D9D9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436.779999pt;margin-top:280.059998pt;width:108.04pt;height:35.319990pt;mso-position-horizontal-relative:page;mso-position-vertical-relative:page;z-index:-1445" coordorigin="8736,5601" coordsize="2161,706">
            <v:group style="position:absolute;left:8746;top:5611;width:2141;height:230" coordorigin="8746,5611" coordsize="2141,230">
              <v:shape style="position:absolute;left:8746;top:5611;width:2141;height:230" coordorigin="8746,5611" coordsize="2141,230" path="m8746,5842l10886,5842,10886,5611,8746,5611,8746,5842e" filled="t" fillcolor="#99CC00" stroked="f">
                <v:path arrowok="t"/>
                <v:fill/>
              </v:shape>
            </v:group>
            <v:group style="position:absolute;left:8746;top:5842;width:2141;height:230" coordorigin="8746,5842" coordsize="2141,230">
              <v:shape style="position:absolute;left:8746;top:5842;width:2141;height:230" coordorigin="8746,5842" coordsize="2141,230" path="m8746,6072l10886,6072,10886,5842,8746,5842,8746,6072e" filled="t" fillcolor="#99CC00" stroked="f">
                <v:path arrowok="t"/>
                <v:fill/>
              </v:shape>
            </v:group>
            <v:group style="position:absolute;left:8746;top:6072;width:2141;height:226" coordorigin="8746,6072" coordsize="2141,226">
              <v:shape style="position:absolute;left:8746;top:6072;width:2141;height:226" coordorigin="8746,6072" coordsize="2141,226" path="m8746,6298l10886,6298,10886,6072,8746,6072,8746,6298e" filled="t" fillcolor="#99CC00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436.779999pt;margin-top:326.619995pt;width:108.04pt;height:47.08pt;mso-position-horizontal-relative:page;mso-position-vertical-relative:page;z-index:-1444" coordorigin="8736,6532" coordsize="2161,942">
            <v:group style="position:absolute;left:8746;top:6542;width:2141;height:230" coordorigin="8746,6542" coordsize="2141,230">
              <v:shape style="position:absolute;left:8746;top:6542;width:2141;height:230" coordorigin="8746,6542" coordsize="2141,230" path="m8746,6773l10886,6773,10886,6542,8746,6542,8746,6773e" filled="t" fillcolor="#99CC00" stroked="f">
                <v:path arrowok="t"/>
                <v:fill/>
              </v:shape>
            </v:group>
            <v:group style="position:absolute;left:8746;top:6773;width:2141;height:230" coordorigin="8746,6773" coordsize="2141,230">
              <v:shape style="position:absolute;left:8746;top:6773;width:2141;height:230" coordorigin="8746,6773" coordsize="2141,230" path="m8746,7003l10886,7003,10886,6773,8746,6773,8746,7003e" filled="t" fillcolor="#99CC00" stroked="f">
                <v:path arrowok="t"/>
                <v:fill/>
              </v:shape>
            </v:group>
            <v:group style="position:absolute;left:8746;top:7003;width:2141;height:230" coordorigin="8746,7003" coordsize="2141,230">
              <v:shape style="position:absolute;left:8746;top:7003;width:2141;height:230" coordorigin="8746,7003" coordsize="2141,230" path="m8746,7234l10886,7234,10886,7003,8746,7003,8746,7234e" filled="t" fillcolor="#99CC00" stroked="f">
                <v:path arrowok="t"/>
                <v:fill/>
              </v:shape>
            </v:group>
            <v:group style="position:absolute;left:8746;top:7234;width:2141;height:230" coordorigin="8746,7234" coordsize="2141,230">
              <v:shape style="position:absolute;left:8746;top:7234;width:2141;height:230" coordorigin="8746,7234" coordsize="2141,230" path="m8746,7464l10886,7464,10886,7234,8746,7234,8746,7464e" filled="t" fillcolor="#99CC00" stroked="f">
                <v:path arrowok="t"/>
                <v:fill/>
              </v:shape>
            </v:group>
            <w10:wrap type="none"/>
          </v:group>
        </w:pict>
      </w:r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4.6" w:type="dxa"/>
      </w:tblPr>
      <w:tblGrid/>
      <w:tr>
        <w:trPr>
          <w:trHeight w:val="339" w:hRule="exact"/>
        </w:trPr>
        <w:tc>
          <w:tcPr>
            <w:tcW w:w="9559" w:type="dxa"/>
            <w:gridSpan w:val="4"/>
            <w:tcBorders>
              <w:top w:val="single" w:sz="5.4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3366FF"/>
          </w:tcPr>
          <w:p>
            <w:pPr>
              <w:spacing w:before="0" w:after="0" w:line="319" w:lineRule="exact"/>
              <w:ind w:left="3186" w:right="3163"/>
              <w:jc w:val="center"/>
              <w:rPr>
                <w:rFonts w:ascii="Arial" w:hAnsi="Arial" w:cs="Arial" w:eastAsia="Arial"/>
                <w:sz w:val="28"/>
                <w:szCs w:val="28"/>
              </w:rPr>
            </w:pPr>
            <w:rPr/>
            <w:r>
              <w:rPr>
                <w:rFonts w:ascii="Arial" w:hAnsi="Arial" w:cs="Arial" w:eastAsia="Arial"/>
                <w:sz w:val="28"/>
                <w:szCs w:val="28"/>
                <w:spacing w:val="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8"/>
                <w:szCs w:val="28"/>
                <w:spacing w:val="-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28"/>
                <w:szCs w:val="28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</w:rPr>
              <w:t>-GL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</w:rPr>
              <w:t>ANCE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</w:rPr>
            </w:r>
          </w:p>
        </w:tc>
      </w:tr>
      <w:tr>
        <w:trPr>
          <w:trHeight w:val="520" w:hRule="exact"/>
        </w:trPr>
        <w:tc>
          <w:tcPr>
            <w:tcW w:w="24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324" w:right="299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son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13" w:after="0" w:line="240" w:lineRule="auto"/>
              <w:ind w:left="808" w:right="786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63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421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611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1774" w:hRule="exact"/>
        </w:trPr>
        <w:tc>
          <w:tcPr>
            <w:tcW w:w="9559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16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rge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1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1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itl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31" w:hRule="exact"/>
        </w:trPr>
        <w:tc>
          <w:tcPr>
            <w:tcW w:w="24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EAL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6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0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Te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Re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Ou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1176" w:hRule="exact"/>
        </w:trPr>
        <w:tc>
          <w:tcPr>
            <w:tcW w:w="24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EAL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6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0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Ou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53" w:lineRule="auto"/>
              <w:ind w:left="105" w:right="444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Ve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55" w:hRule="exact"/>
        </w:trPr>
        <w:tc>
          <w:tcPr>
            <w:tcW w:w="24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EAL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6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0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5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5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Ou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J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Ven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48" w:hRule="exact"/>
        </w:trPr>
        <w:tc>
          <w:tcPr>
            <w:tcW w:w="2491" w:type="dxa"/>
            <w:tcBorders>
              <w:top w:val="single" w:sz="4.640" w:space="0" w:color="000000"/>
              <w:bottom w:val="single" w:sz="5.4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57" w:type="dxa"/>
            <w:tcBorders>
              <w:top w:val="single" w:sz="4.640" w:space="0" w:color="000000"/>
              <w:bottom w:val="single" w:sz="5.4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EAL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6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0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54" w:type="dxa"/>
            <w:tcBorders>
              <w:top w:val="single" w:sz="4.640" w:space="0" w:color="000000"/>
              <w:bottom w:val="single" w:sz="5.4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57" w:type="dxa"/>
            <w:tcBorders>
              <w:top w:val="single" w:sz="4.640" w:space="0" w:color="000000"/>
              <w:bottom w:val="single" w:sz="5.4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Ou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J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Ven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40" w:lineRule="auto"/>
        <w:ind w:left="1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436.779999pt;margin-top:-123.391121pt;width:108.04pt;height:35.56pt;mso-position-horizontal-relative:page;mso-position-vertical-relative:paragraph;z-index:-1443" coordorigin="8736,-2468" coordsize="2161,711">
            <v:group style="position:absolute;left:8746;top:-2458;width:2141;height:230" coordorigin="8746,-2458" coordsize="2141,230">
              <v:shape style="position:absolute;left:8746;top:-2458;width:2141;height:230" coordorigin="8746,-2458" coordsize="2141,230" path="m8746,-2227l10886,-2227,10886,-2458,8746,-2458,8746,-2227e" filled="t" fillcolor="#99CC00" stroked="f">
                <v:path arrowok="t"/>
                <v:fill/>
              </v:shape>
            </v:group>
            <v:group style="position:absolute;left:8746;top:-2227;width:2141;height:230" coordorigin="8746,-2227" coordsize="2141,230">
              <v:shape style="position:absolute;left:8746;top:-2227;width:2141;height:230" coordorigin="8746,-2227" coordsize="2141,230" path="m8746,-1997l10886,-1997,10886,-2227,8746,-2227,8746,-1997e" filled="t" fillcolor="#99CC00" stroked="f">
                <v:path arrowok="t"/>
                <v:fill/>
              </v:shape>
            </v:group>
            <v:group style="position:absolute;left:8746;top:-1997;width:2141;height:230" coordorigin="8746,-1997" coordsize="2141,230">
              <v:shape style="position:absolute;left:8746;top:-1997;width:2141;height:230" coordorigin="8746,-1997" coordsize="2141,230" path="m8746,-1767l10886,-1767,10886,-1997,8746,-1997,8746,-1767e" filled="t" fillcolor="#99CC00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436.779999pt;margin-top:-75.631119pt;width:108.04pt;height:35.56pt;mso-position-horizontal-relative:page;mso-position-vertical-relative:paragraph;z-index:-1442" coordorigin="8736,-1513" coordsize="2161,711">
            <v:group style="position:absolute;left:8746;top:-1503;width:2141;height:230" coordorigin="8746,-1503" coordsize="2141,230">
              <v:shape style="position:absolute;left:8746;top:-1503;width:2141;height:230" coordorigin="8746,-1503" coordsize="2141,230" path="m8746,-1272l10886,-1272,10886,-1503,8746,-1503,8746,-1272e" filled="t" fillcolor="#99CC00" stroked="f">
                <v:path arrowok="t"/>
                <v:fill/>
              </v:shape>
            </v:group>
            <v:group style="position:absolute;left:8746;top:-1272;width:2141;height:230" coordorigin="8746,-1272" coordsize="2141,230">
              <v:shape style="position:absolute;left:8746;top:-1272;width:2141;height:230" coordorigin="8746,-1272" coordsize="2141,230" path="m8746,-1042l10886,-1042,10886,-1272,8746,-1272,8746,-1042e" filled="t" fillcolor="#99CC00" stroked="f">
                <v:path arrowok="t"/>
                <v:fill/>
              </v:shape>
            </v:group>
            <v:group style="position:absolute;left:8746;top:-1042;width:2141;height:230" coordorigin="8746,-1042" coordsize="2141,230">
              <v:shape style="position:absolute;left:8746;top:-1042;width:2141;height:230" coordorigin="8746,-1042" coordsize="2141,230" path="m8746,-811l10886,-811,10886,-1042,8746,-1042,8746,-811e" filled="t" fillcolor="#99CC00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1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-5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u w:val="single" w:color="000000"/>
        </w:rPr>
        <w:t>W</w:t>
      </w:r>
      <w:r>
        <w:rPr>
          <w:rFonts w:ascii="Arial" w:hAnsi="Arial" w:cs="Arial" w:eastAsia="Arial"/>
          <w:sz w:val="21"/>
          <w:szCs w:val="21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u w:val="single" w:color="000000"/>
        </w:rPr>
        <w:t>W</w:t>
      </w:r>
      <w:r>
        <w:rPr>
          <w:rFonts w:ascii="Arial" w:hAnsi="Arial" w:cs="Arial" w:eastAsia="Arial"/>
          <w:sz w:val="21"/>
          <w:szCs w:val="21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6" w:after="0" w:line="240" w:lineRule="auto"/>
        <w:ind w:left="1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6" w:lineRule="auto"/>
        <w:ind w:left="840" w:right="350" w:firstLine="-360"/>
        <w:jc w:val="left"/>
        <w:tabs>
          <w:tab w:pos="8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page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sho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quo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abou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coun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0" w:after="0" w:line="240" w:lineRule="auto"/>
        <w:ind w:left="480" w:right="-20"/>
        <w:jc w:val="left"/>
        <w:tabs>
          <w:tab w:pos="8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480" w:right="-20"/>
        <w:jc w:val="left"/>
        <w:tabs>
          <w:tab w:pos="8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abou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Luca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1" w:after="0" w:line="291" w:lineRule="auto"/>
        <w:ind w:left="840" w:right="1194" w:firstLine="-360"/>
        <w:jc w:val="left"/>
        <w:tabs>
          <w:tab w:pos="8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21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  <w:i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2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  <w:i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5" w:after="0" w:line="240" w:lineRule="auto"/>
        <w:ind w:left="480" w:right="-20"/>
        <w:jc w:val="left"/>
        <w:tabs>
          <w:tab w:pos="8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p</w:t>
      </w:r>
      <w:r>
        <w:rPr>
          <w:rFonts w:ascii="Arial" w:hAnsi="Arial" w:cs="Arial" w:eastAsia="Arial"/>
          <w:sz w:val="21"/>
          <w:szCs w:val="21"/>
          <w:spacing w:val="13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ded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Luca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ves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691" w:top="2360" w:bottom="1880" w:left="1320" w:right="1140"/>
          <w:headerReference w:type="default" r:id="rId14"/>
          <w:pgSz w:w="12240" w:h="15840"/>
        </w:sectPr>
      </w:pPr>
      <w:rPr/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-5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u w:val="single" w:color="000000"/>
        </w:rPr>
        <w:t>W</w:t>
      </w:r>
      <w:r>
        <w:rPr>
          <w:rFonts w:ascii="Arial" w:hAnsi="Arial" w:cs="Arial" w:eastAsia="Arial"/>
          <w:sz w:val="21"/>
          <w:szCs w:val="21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u w:val="single" w:color="000000"/>
        </w:rPr>
        <w:t>W</w:t>
      </w:r>
      <w:r>
        <w:rPr>
          <w:rFonts w:ascii="Arial" w:hAnsi="Arial" w:cs="Arial" w:eastAsia="Arial"/>
          <w:sz w:val="21"/>
          <w:szCs w:val="21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esou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6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ij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lif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91" w:lineRule="auto"/>
        <w:ind w:left="820" w:right="638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j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gan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ze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ocedu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ah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91" w:lineRule="auto"/>
        <w:ind w:left="820" w:right="171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Lucas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,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j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3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-5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u w:val="single" w:color="000000"/>
        </w:rPr>
        <w:t>W</w:t>
      </w:r>
      <w:r>
        <w:rPr>
          <w:rFonts w:ascii="Arial" w:hAnsi="Arial" w:cs="Arial" w:eastAsia="Arial"/>
          <w:sz w:val="21"/>
          <w:szCs w:val="21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u w:val="single" w:color="000000"/>
        </w:rPr>
        <w:t>W</w:t>
      </w:r>
      <w:r>
        <w:rPr>
          <w:rFonts w:ascii="Arial" w:hAnsi="Arial" w:cs="Arial" w:eastAsia="Arial"/>
          <w:sz w:val="21"/>
          <w:szCs w:val="21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esou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1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J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91" w:lineRule="auto"/>
        <w:ind w:left="820" w:right="784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gan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ze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ocedu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ach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1" w:after="0" w:line="240" w:lineRule="auto"/>
        <w:ind w:left="782" w:right="7042"/>
        <w:jc w:val="center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4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-5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u w:val="single" w:color="000000"/>
        </w:rPr>
        <w:t>W</w:t>
      </w:r>
      <w:r>
        <w:rPr>
          <w:rFonts w:ascii="Arial" w:hAnsi="Arial" w:cs="Arial" w:eastAsia="Arial"/>
          <w:sz w:val="21"/>
          <w:szCs w:val="21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u w:val="single" w:color="000000"/>
        </w:rPr>
        <w:t>W</w:t>
      </w:r>
      <w:r>
        <w:rPr>
          <w:rFonts w:ascii="Arial" w:hAnsi="Arial" w:cs="Arial" w:eastAsia="Arial"/>
          <w:sz w:val="21"/>
          <w:szCs w:val="21"/>
          <w:spacing w:val="4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esou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1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J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j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91" w:lineRule="auto"/>
        <w:ind w:left="820" w:right="490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gan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ze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91" w:lineRule="auto"/>
        <w:ind w:left="820" w:right="49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rif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d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i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it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  <w:i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i/>
        </w:rPr>
        <w:t>: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1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2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691" w:top="2640" w:bottom="1820" w:left="1340" w:right="1440"/>
          <w:headerReference w:type="default" r:id="rId15"/>
          <w:pgSz w:w="12240" w:h="15840"/>
        </w:sectPr>
      </w:pPr>
      <w:rPr/>
    </w:p>
    <w:p>
      <w:pPr>
        <w:spacing w:before="9" w:after="0" w:line="30" w:lineRule="exact"/>
        <w:jc w:val="left"/>
        <w:rPr>
          <w:sz w:val="3"/>
          <w:szCs w:val="3"/>
        </w:rPr>
      </w:pPr>
      <w:rPr/>
      <w:r>
        <w:rPr/>
        <w:pict>
          <v:group style="position:absolute;margin-left:71.5pt;margin-top:162.940002pt;width:454.6pt;height:115.96pt;mso-position-horizontal-relative:page;mso-position-vertical-relative:page;z-index:-1441" coordorigin="1430,3259" coordsize="9092,2319">
            <v:group style="position:absolute;left:1440;top:3269;width:9072;height:254" coordorigin="1440,3269" coordsize="9072,254">
              <v:shape style="position:absolute;left:1440;top:3269;width:9072;height:254" coordorigin="1440,3269" coordsize="9072,254" path="m1440,3523l10512,3523,10512,3269,1440,3269,1440,3523e" filled="t" fillcolor="#D9D9D9" stroked="f">
                <v:path arrowok="t"/>
                <v:fill/>
              </v:shape>
            </v:group>
            <v:group style="position:absolute;left:1440;top:3523;width:9072;height:254" coordorigin="1440,3523" coordsize="9072,254">
              <v:shape style="position:absolute;left:1440;top:3523;width:9072;height:254" coordorigin="1440,3523" coordsize="9072,254" path="m1440,3778l10512,3778,10512,3523,1440,3523,1440,3778e" filled="t" fillcolor="#D9D9D9" stroked="f">
                <v:path arrowok="t"/>
                <v:fill/>
              </v:shape>
            </v:group>
            <v:group style="position:absolute;left:1440;top:3778;width:9072;height:250" coordorigin="1440,3778" coordsize="9072,250">
              <v:shape style="position:absolute;left:1440;top:3778;width:9072;height:250" coordorigin="1440,3778" coordsize="9072,250" path="m1440,4027l10512,4027,10512,3778,1440,3778,1440,4027e" filled="t" fillcolor="#D9D9D9" stroked="f">
                <v:path arrowok="t"/>
                <v:fill/>
              </v:shape>
            </v:group>
            <v:group style="position:absolute;left:1440;top:4027;width:9072;height:264" coordorigin="1440,4027" coordsize="9072,264">
              <v:shape style="position:absolute;left:1440;top:4027;width:9072;height:264" coordorigin="1440,4027" coordsize="9072,264" path="m1440,4291l10512,4291,10512,4027,1440,4027,1440,4291e" filled="t" fillcolor="#D9D9D9" stroked="f">
                <v:path arrowok="t"/>
                <v:fill/>
              </v:shape>
            </v:group>
            <v:group style="position:absolute;left:1440;top:4291;width:9072;height:264" coordorigin="1440,4291" coordsize="9072,264">
              <v:shape style="position:absolute;left:1440;top:4291;width:9072;height:264" coordorigin="1440,4291" coordsize="9072,264" path="m1440,4555l10512,4555,10512,4291,1440,4291,1440,4555e" filled="t" fillcolor="#D9D9D9" stroked="f">
                <v:path arrowok="t"/>
                <v:fill/>
              </v:shape>
            </v:group>
            <v:group style="position:absolute;left:1440;top:4555;width:9072;height:264" coordorigin="1440,4555" coordsize="9072,264">
              <v:shape style="position:absolute;left:1440;top:4555;width:9072;height:264" coordorigin="1440,4555" coordsize="9072,264" path="m1440,4819l10512,4819,10512,4555,1440,4555,1440,4819e" filled="t" fillcolor="#D9D9D9" stroked="f">
                <v:path arrowok="t"/>
                <v:fill/>
              </v:shape>
            </v:group>
            <v:group style="position:absolute;left:1440;top:4819;width:9072;height:264" coordorigin="1440,4819" coordsize="9072,264">
              <v:shape style="position:absolute;left:1440;top:4819;width:9072;height:264" coordorigin="1440,4819" coordsize="9072,264" path="m1440,5083l10512,5083,10512,4819,1440,4819,1440,5083e" filled="t" fillcolor="#D9D9D9" stroked="f">
                <v:path arrowok="t"/>
                <v:fill/>
              </v:shape>
            </v:group>
            <v:group style="position:absolute;left:1440;top:5083;width:9072;height:230" coordorigin="1440,5083" coordsize="9072,230">
              <v:shape style="position:absolute;left:1440;top:5083;width:9072;height:230" coordorigin="1440,5083" coordsize="9072,230" path="m1440,5314l10512,5314,10512,5083,1440,5083,1440,5314e" filled="t" fillcolor="#D9D9D9" stroked="f">
                <v:path arrowok="t"/>
                <v:fill/>
              </v:shape>
            </v:group>
            <v:group style="position:absolute;left:1440;top:5314;width:9072;height:254" coordorigin="1440,5314" coordsize="9072,254">
              <v:shape style="position:absolute;left:1440;top:5314;width:9072;height:254" coordorigin="1440,5314" coordsize="9072,254" path="m1440,5568l10512,5568,10512,5314,1440,5314,1440,5568e" filled="t" fillcolor="#D9D9D9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420.700012pt;margin-top:301.900024pt;width:105.4pt;height:289.95999pt;mso-position-horizontal-relative:page;mso-position-vertical-relative:page;z-index:-1440" coordorigin="8414,6038" coordsize="2108,5799">
            <v:group style="position:absolute;left:8424;top:6048;width:2088;height:230" coordorigin="8424,6048" coordsize="2088,230">
              <v:shape style="position:absolute;left:8424;top:6048;width:2088;height:230" coordorigin="8424,6048" coordsize="2088,230" path="m8424,6278l10512,6278,10512,6048,8424,6048,8424,6278e" filled="t" fillcolor="#99CC00" stroked="f">
                <v:path arrowok="t"/>
                <v:fill/>
              </v:shape>
            </v:group>
            <v:group style="position:absolute;left:8424;top:6278;width:2088;height:230" coordorigin="8424,6278" coordsize="2088,230">
              <v:shape style="position:absolute;left:8424;top:6278;width:2088;height:230" coordorigin="8424,6278" coordsize="2088,230" path="m8424,6509l10512,6509,10512,6278,8424,6278,8424,6509e" filled="t" fillcolor="#99CC00" stroked="f">
                <v:path arrowok="t"/>
                <v:fill/>
              </v:shape>
            </v:group>
            <v:group style="position:absolute;left:8424;top:6509;width:2088;height:230" coordorigin="8424,6509" coordsize="2088,230">
              <v:shape style="position:absolute;left:8424;top:6509;width:2088;height:230" coordorigin="8424,6509" coordsize="2088,230" path="m8424,6739l10512,6739,10512,6509,8424,6509,8424,6739e" filled="t" fillcolor="#99CC00" stroked="f">
                <v:path arrowok="t"/>
                <v:fill/>
              </v:shape>
            </v:group>
            <v:group style="position:absolute;left:8424;top:6739;width:2088;height:226" coordorigin="8424,6739" coordsize="2088,226">
              <v:shape style="position:absolute;left:8424;top:6739;width:2088;height:226" coordorigin="8424,6739" coordsize="2088,226" path="m8424,6965l10512,6965,10512,6739,8424,6739,8424,6965e" filled="t" fillcolor="#99CC00" stroked="f">
                <v:path arrowok="t"/>
                <v:fill/>
              </v:shape>
            </v:group>
            <v:group style="position:absolute;left:8424;top:6965;width:2088;height:230" coordorigin="8424,6965" coordsize="2088,230">
              <v:shape style="position:absolute;left:8424;top:6965;width:2088;height:230" coordorigin="8424,6965" coordsize="2088,230" path="m8424,7195l10512,7195,10512,6965,8424,6965,8424,7195e" filled="t" fillcolor="#99CC00" stroked="f">
                <v:path arrowok="t"/>
                <v:fill/>
              </v:shape>
            </v:group>
            <v:group style="position:absolute;left:8424;top:7195;width:2088;height:230" coordorigin="8424,7195" coordsize="2088,230">
              <v:shape style="position:absolute;left:8424;top:7195;width:2088;height:230" coordorigin="8424,7195" coordsize="2088,230" path="m8424,7426l10512,7426,10512,7195,8424,7195,8424,7426e" filled="t" fillcolor="#99CC00" stroked="f">
                <v:path arrowok="t"/>
                <v:fill/>
              </v:shape>
            </v:group>
            <v:group style="position:absolute;left:8424;top:7426;width:2088;height:230" coordorigin="8424,7426" coordsize="2088,230">
              <v:shape style="position:absolute;left:8424;top:7426;width:2088;height:230" coordorigin="8424,7426" coordsize="2088,230" path="m8424,7656l10512,7656,10512,7426,8424,7426,8424,7656e" filled="t" fillcolor="#99CC00" stroked="f">
                <v:path arrowok="t"/>
                <v:fill/>
              </v:shape>
            </v:group>
            <v:group style="position:absolute;left:8424;top:7666;width:2088;height:230" coordorigin="8424,7666" coordsize="2088,230">
              <v:shape style="position:absolute;left:8424;top:7666;width:2088;height:230" coordorigin="8424,7666" coordsize="2088,230" path="m8424,7896l10512,7896,10512,7666,8424,7666,8424,7896e" filled="t" fillcolor="#99CC00" stroked="f">
                <v:path arrowok="t"/>
                <v:fill/>
              </v:shape>
            </v:group>
            <v:group style="position:absolute;left:8424;top:7896;width:2088;height:230" coordorigin="8424,7896" coordsize="2088,230">
              <v:shape style="position:absolute;left:8424;top:7896;width:2088;height:230" coordorigin="8424,7896" coordsize="2088,230" path="m8424,8126l10512,8126,10512,7896,8424,7896,8424,8126e" filled="t" fillcolor="#99CC00" stroked="f">
                <v:path arrowok="t"/>
                <v:fill/>
              </v:shape>
            </v:group>
            <v:group style="position:absolute;left:8424;top:8126;width:2088;height:230" coordorigin="8424,8126" coordsize="2088,230">
              <v:shape style="position:absolute;left:8424;top:8126;width:2088;height:230" coordorigin="8424,8126" coordsize="2088,230" path="m8424,8357l10512,8357,10512,8126,8424,8126,8424,8357e" filled="t" fillcolor="#99CC00" stroked="f">
                <v:path arrowok="t"/>
                <v:fill/>
              </v:shape>
            </v:group>
            <v:group style="position:absolute;left:8424;top:8357;width:2088;height:230" coordorigin="8424,8357" coordsize="2088,230">
              <v:shape style="position:absolute;left:8424;top:8357;width:2088;height:230" coordorigin="8424,8357" coordsize="2088,230" path="m8424,8587l10512,8587,10512,8357,8424,8357,8424,8587e" filled="t" fillcolor="#99CC00" stroked="f">
                <v:path arrowok="t"/>
                <v:fill/>
              </v:shape>
            </v:group>
            <v:group style="position:absolute;left:8424;top:8587;width:2088;height:230" coordorigin="8424,8587" coordsize="2088,230">
              <v:shape style="position:absolute;left:8424;top:8587;width:2088;height:230" coordorigin="8424,8587" coordsize="2088,230" path="m8424,8818l10512,8818,10512,8587,8424,8587,8424,8818e" filled="t" fillcolor="#99CC00" stroked="f">
                <v:path arrowok="t"/>
                <v:fill/>
              </v:shape>
            </v:group>
            <v:group style="position:absolute;left:8424;top:8818;width:2088;height:230" coordorigin="8424,8818" coordsize="2088,230">
              <v:shape style="position:absolute;left:8424;top:8818;width:2088;height:230" coordorigin="8424,8818" coordsize="2088,230" path="m8424,9048l10512,9048,10512,8818,8424,8818,8424,9048e" filled="t" fillcolor="#99CC00" stroked="f">
                <v:path arrowok="t"/>
                <v:fill/>
              </v:shape>
            </v:group>
            <v:group style="position:absolute;left:8424;top:9048;width:2088;height:230" coordorigin="8424,9048" coordsize="2088,230">
              <v:shape style="position:absolute;left:8424;top:9048;width:2088;height:230" coordorigin="8424,9048" coordsize="2088,230" path="m8424,9278l10512,9278,10512,9048,8424,9048,8424,9278e" filled="t" fillcolor="#99CC00" stroked="f">
                <v:path arrowok="t"/>
                <v:fill/>
              </v:shape>
            </v:group>
            <v:group style="position:absolute;left:8424;top:9288;width:2088;height:230" coordorigin="8424,9288" coordsize="2088,230">
              <v:shape style="position:absolute;left:8424;top:9288;width:2088;height:230" coordorigin="8424,9288" coordsize="2088,230" path="m8424,9518l10512,9518,10512,9288,8424,9288,8424,9518e" filled="t" fillcolor="#99CC00" stroked="f">
                <v:path arrowok="t"/>
                <v:fill/>
              </v:shape>
            </v:group>
            <v:group style="position:absolute;left:8424;top:9518;width:2088;height:230" coordorigin="8424,9518" coordsize="2088,230">
              <v:shape style="position:absolute;left:8424;top:9518;width:2088;height:230" coordorigin="8424,9518" coordsize="2088,230" path="m8424,9749l10512,9749,10512,9518,8424,9518,8424,9749e" filled="t" fillcolor="#99CC00" stroked="f">
                <v:path arrowok="t"/>
                <v:fill/>
              </v:shape>
            </v:group>
            <v:group style="position:absolute;left:8424;top:9749;width:2088;height:226" coordorigin="8424,9749" coordsize="2088,226">
              <v:shape style="position:absolute;left:8424;top:9749;width:2088;height:226" coordorigin="8424,9749" coordsize="2088,226" path="m8424,9974l10512,9974,10512,9749,8424,9749,8424,9974e" filled="t" fillcolor="#99CC00" stroked="f">
                <v:path arrowok="t"/>
                <v:fill/>
              </v:shape>
            </v:group>
            <v:group style="position:absolute;left:8424;top:9974;width:2088;height:230" coordorigin="8424,9974" coordsize="2088,230">
              <v:shape style="position:absolute;left:8424;top:9974;width:2088;height:230" coordorigin="8424,9974" coordsize="2088,230" path="m8424,10205l10512,10205,10512,9974,8424,9974,8424,10205e" filled="t" fillcolor="#99CC00" stroked="f">
                <v:path arrowok="t"/>
                <v:fill/>
              </v:shape>
            </v:group>
            <v:group style="position:absolute;left:8424;top:10205;width:2088;height:230" coordorigin="8424,10205" coordsize="2088,230">
              <v:shape style="position:absolute;left:8424;top:10205;width:2088;height:230" coordorigin="8424,10205" coordsize="2088,230" path="m8424,10435l10512,10435,10512,10205,8424,10205,8424,10435e" filled="t" fillcolor="#99CC00" stroked="f">
                <v:path arrowok="t"/>
                <v:fill/>
              </v:shape>
            </v:group>
            <v:group style="position:absolute;left:8424;top:10435;width:2088;height:230" coordorigin="8424,10435" coordsize="2088,230">
              <v:shape style="position:absolute;left:8424;top:10435;width:2088;height:230" coordorigin="8424,10435" coordsize="2088,230" path="m8424,10666l10512,10666,10512,10435,8424,10435,8424,10666e" filled="t" fillcolor="#99CC00" stroked="f">
                <v:path arrowok="t"/>
                <v:fill/>
              </v:shape>
            </v:group>
            <v:group style="position:absolute;left:8424;top:10666;width:2088;height:230" coordorigin="8424,10666" coordsize="2088,230">
              <v:shape style="position:absolute;left:8424;top:10666;width:2088;height:230" coordorigin="8424,10666" coordsize="2088,230" path="m8424,10896l10512,10896,10512,10666,8424,10666,8424,10896e" filled="t" fillcolor="#99CC00" stroked="f">
                <v:path arrowok="t"/>
                <v:fill/>
              </v:shape>
            </v:group>
            <v:group style="position:absolute;left:8424;top:10906;width:2088;height:230" coordorigin="8424,10906" coordsize="2088,230">
              <v:shape style="position:absolute;left:8424;top:10906;width:2088;height:230" coordorigin="8424,10906" coordsize="2088,230" path="m8424,11136l10512,11136,10512,10906,8424,10906,8424,11136e" filled="t" fillcolor="#99CC00" stroked="f">
                <v:path arrowok="t"/>
                <v:fill/>
              </v:shape>
            </v:group>
            <v:group style="position:absolute;left:8424;top:11136;width:2088;height:230" coordorigin="8424,11136" coordsize="2088,230">
              <v:shape style="position:absolute;left:8424;top:11136;width:2088;height:230" coordorigin="8424,11136" coordsize="2088,230" path="m8424,11366l10512,11366,10512,11136,8424,11136,8424,11366e" filled="t" fillcolor="#99CC00" stroked="f">
                <v:path arrowok="t"/>
                <v:fill/>
              </v:shape>
            </v:group>
            <v:group style="position:absolute;left:8424;top:11366;width:2088;height:230" coordorigin="8424,11366" coordsize="2088,230">
              <v:shape style="position:absolute;left:8424;top:11366;width:2088;height:230" coordorigin="8424,11366" coordsize="2088,230" path="m8424,11597l10512,11597,10512,11366,8424,11366,8424,11597e" filled="t" fillcolor="#99CC00" stroked="f">
                <v:path arrowok="t"/>
                <v:fill/>
              </v:shape>
            </v:group>
            <v:group style="position:absolute;left:8424;top:11597;width:2088;height:230" coordorigin="8424,11597" coordsize="2088,230">
              <v:shape style="position:absolute;left:8424;top:11597;width:2088;height:230" coordorigin="8424,11597" coordsize="2088,230" path="m8424,11827l10512,11827,10512,11597,8424,11597,8424,11827e" filled="t" fillcolor="#99CC00" stroked="f">
                <v:path arrowok="t"/>
                <v:fill/>
              </v:shape>
            </v:group>
            <w10:wrap type="none"/>
          </v:group>
        </w:pict>
      </w:r>
      <w:r>
        <w:rPr>
          <w:sz w:val="3"/>
          <w:szCs w:val="3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336" w:hRule="exact"/>
        </w:trPr>
        <w:tc>
          <w:tcPr>
            <w:tcW w:w="9288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3366FF"/>
          </w:tcPr>
          <w:p>
            <w:pPr>
              <w:spacing w:before="0" w:after="0" w:line="240" w:lineRule="auto"/>
              <w:ind w:left="3092" w:right="-2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Pr/>
            <w:r>
              <w:rPr>
                <w:rFonts w:ascii="Arial" w:hAnsi="Arial" w:cs="Arial" w:eastAsia="Arial"/>
                <w:sz w:val="28"/>
                <w:szCs w:val="28"/>
                <w:spacing w:val="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8"/>
                <w:szCs w:val="28"/>
                <w:spacing w:val="-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8"/>
                <w:szCs w:val="28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</w:rPr>
              <w:t>-GL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</w:rPr>
              <w:t>ANCE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</w:rPr>
            </w:r>
          </w:p>
        </w:tc>
      </w:tr>
      <w:tr>
        <w:trPr>
          <w:trHeight w:val="514" w:hRule="exact"/>
        </w:trPr>
        <w:tc>
          <w:tcPr>
            <w:tcW w:w="242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291" w:right="270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son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8" w:after="0" w:line="240" w:lineRule="auto"/>
              <w:ind w:left="775" w:right="756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2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603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2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37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29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580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2309" w:hRule="exact"/>
        </w:trPr>
        <w:tc>
          <w:tcPr>
            <w:tcW w:w="9288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18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rge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17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k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2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2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3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2" w:after="0" w:line="247" w:lineRule="auto"/>
              <w:ind w:left="825" w:right="352" w:firstLine="-36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470" w:hRule="exact"/>
        </w:trPr>
        <w:tc>
          <w:tcPr>
            <w:tcW w:w="242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Vo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9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1618" w:hRule="exact"/>
        </w:trPr>
        <w:tc>
          <w:tcPr>
            <w:tcW w:w="242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9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1" w:lineRule="auto"/>
              <w:ind w:left="100" w:right="313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he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’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can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Qu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1622" w:hRule="exact"/>
        </w:trPr>
        <w:tc>
          <w:tcPr>
            <w:tcW w:w="242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9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3" w:lineRule="auto"/>
              <w:ind w:left="100" w:right="314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’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1618" w:hRule="exact"/>
        </w:trPr>
        <w:tc>
          <w:tcPr>
            <w:tcW w:w="242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8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’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Te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9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1" w:lineRule="auto"/>
              <w:ind w:left="100" w:right="314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’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" w:after="0" w:line="253" w:lineRule="auto"/>
              <w:ind w:left="100" w:right="193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’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gan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za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36" w:hRule="exact"/>
        </w:trPr>
        <w:tc>
          <w:tcPr>
            <w:tcW w:w="242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9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6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105" w:right="43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Re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3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ase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denc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29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3" w:lineRule="auto"/>
              <w:ind w:left="100" w:right="147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Q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’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Po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,</w:t>
            </w:r>
            <w:r>
              <w:rPr>
                <w:rFonts w:ascii="Arial" w:hAnsi="Arial" w:cs="Arial" w:eastAsia="Arial"/>
                <w:sz w:val="19"/>
                <w:szCs w:val="19"/>
                <w:spacing w:val="1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NumType w:start="13"/>
          <w:pgMar w:header="720" w:footer="1514" w:top="2360" w:bottom="1700" w:left="1220" w:right="1500"/>
          <w:headerReference w:type="default" r:id="rId16"/>
          <w:footerReference w:type="default" r:id="rId17"/>
          <w:pgSz w:w="12240" w:h="15840"/>
        </w:sectPr>
      </w:pPr>
      <w:rPr/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820" w:right="46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eco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esponse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b</w:t>
      </w:r>
      <w:r>
        <w:rPr>
          <w:rFonts w:ascii="Arial" w:hAnsi="Arial" w:cs="Arial" w:eastAsia="Arial"/>
          <w:sz w:val="21"/>
          <w:szCs w:val="21"/>
          <w:spacing w:val="13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91" w:lineRule="auto"/>
        <w:ind w:left="820" w:right="141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FF"/>
          <w:spacing w:val="-54"/>
          <w:w w:val="100"/>
        </w:rPr>
        <w:t> </w:t>
      </w:r>
      <w:hyperlink r:id="rId19"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: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  <w:t>w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  <w:t>w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  <w:t>w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y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ou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ube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  <w:t>w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h?v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=77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v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8pau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  <w:t>K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0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1"/>
            <w:szCs w:val="21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1"/>
            <w:szCs w:val="21"/>
            <w:color w:val="000000"/>
            <w:spacing w:val="0"/>
            <w:w w:val="100"/>
          </w:rPr>
        </w:r>
      </w:hyperlink>
    </w:p>
    <w:p>
      <w:pPr>
        <w:spacing w:before="15" w:after="0" w:line="286" w:lineRule="auto"/>
        <w:ind w:left="820" w:right="290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0" w:after="0" w:line="288" w:lineRule="auto"/>
        <w:ind w:left="820" w:right="205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chanc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oup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abou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iti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?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2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91" w:lineRule="auto"/>
        <w:ind w:left="100" w:right="139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4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Fo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B: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8" w:lineRule="auto"/>
        <w:ind w:left="820" w:right="248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eve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ove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nex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day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8" w:after="0" w:line="288" w:lineRule="auto"/>
        <w:ind w:left="820" w:right="217" w:firstLine="-360"/>
        <w:jc w:val="both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ti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8" w:after="0" w:line="291" w:lineRule="auto"/>
        <w:ind w:left="820" w:right="278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anno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ex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89" w:lineRule="auto"/>
        <w:ind w:left="820" w:right="69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g</w:t>
      </w:r>
      <w:r>
        <w:rPr>
          <w:rFonts w:ascii="Arial" w:hAnsi="Arial" w:cs="Arial" w:eastAsia="Arial"/>
          <w:sz w:val="21"/>
          <w:szCs w:val="21"/>
          <w:spacing w:val="27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3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2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-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shee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7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ques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base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ex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hav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ece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ques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7" w:after="0" w:line="289" w:lineRule="auto"/>
        <w:ind w:left="820" w:right="153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oces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been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co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514" w:top="2640" w:bottom="1700" w:left="1340" w:right="1360"/>
          <w:headerReference w:type="default" r:id="rId18"/>
          <w:pgSz w:w="12240" w:h="15840"/>
        </w:sectPr>
      </w:pPr>
      <w:rPr/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91" w:lineRule="auto"/>
        <w:ind w:left="100" w:right="109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4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: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”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1" w:after="0" w:line="240" w:lineRule="auto"/>
        <w:ind w:left="8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1"/>
          <w:w w:val="100"/>
        </w:rPr>
        <w:t>fr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1" w:after="0" w:line="291" w:lineRule="auto"/>
        <w:ind w:left="820" w:right="587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91" w:lineRule="auto"/>
        <w:ind w:left="820" w:right="86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eco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5" w:after="0" w:line="289" w:lineRule="auto"/>
        <w:ind w:left="820" w:right="170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3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i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6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ns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doe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unde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ry</w:t>
      </w:r>
      <w:r>
        <w:rPr>
          <w:rFonts w:ascii="Arial" w:hAnsi="Arial" w:cs="Arial" w:eastAsia="Arial"/>
          <w:sz w:val="21"/>
          <w:szCs w:val="21"/>
          <w:spacing w:val="23"/>
          <w:w w:val="100"/>
          <w:u w:val="single" w:color="0000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u w:val="single" w:color="000000"/>
        </w:rPr>
        <w:t>w</w:t>
      </w:r>
      <w:r>
        <w:rPr>
          <w:rFonts w:ascii="Arial" w:hAnsi="Arial" w:cs="Arial" w:eastAsia="Arial"/>
          <w:sz w:val="21"/>
          <w:szCs w:val="21"/>
          <w:spacing w:val="3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  <w:u w:val="single" w:color="0000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u w:val="single" w:color="000000"/>
        </w:rPr>
      </w:r>
      <w:r>
        <w:rPr>
          <w:rFonts w:ascii="Arial" w:hAnsi="Arial" w:cs="Arial" w:eastAsia="Arial"/>
          <w:sz w:val="21"/>
          <w:szCs w:val="21"/>
          <w:spacing w:val="0"/>
          <w:w w:val="100"/>
          <w:u w:val="single" w:color="000000"/>
        </w:rPr>
        <w:t>)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?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2" w:after="0" w:line="291" w:lineRule="auto"/>
        <w:ind w:left="820" w:right="60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)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iti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91" w:lineRule="auto"/>
        <w:ind w:left="820" w:right="233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uden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beg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abou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4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4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and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1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1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3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e</w:t>
      </w:r>
      <w:r>
        <w:rPr>
          <w:rFonts w:ascii="Arial" w:hAnsi="Arial" w:cs="Arial" w:eastAsia="Arial"/>
          <w:sz w:val="21"/>
          <w:szCs w:val="21"/>
          <w:spacing w:val="21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&amp;</w:t>
      </w:r>
      <w:r>
        <w:rPr>
          <w:rFonts w:ascii="Arial" w:hAnsi="Arial" w:cs="Arial" w:eastAsia="Arial"/>
          <w:sz w:val="21"/>
          <w:szCs w:val="21"/>
          <w:spacing w:val="8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i/>
        </w:rPr>
        <w:t>n</w:t>
      </w:r>
      <w:r>
        <w:rPr>
          <w:rFonts w:ascii="Arial" w:hAnsi="Arial" w:cs="Arial" w:eastAsia="Arial"/>
          <w:sz w:val="21"/>
          <w:szCs w:val="21"/>
          <w:spacing w:val="29"/>
          <w:w w:val="100"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5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Fo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8" w:lineRule="auto"/>
        <w:ind w:left="100" w:right="612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x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ad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1"/>
          <w:szCs w:val="21"/>
          <w:spacing w:val="1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co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un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x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x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ha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1"/>
          <w:szCs w:val="21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peop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NumType w:start="15"/>
          <w:pgMar w:header="720" w:footer="1714" w:top="2640" w:bottom="1900" w:left="1340" w:right="1380"/>
          <w:headerReference w:type="default" r:id="rId20"/>
          <w:footerReference w:type="default" r:id="rId21"/>
          <w:pgSz w:w="12240" w:h="15840"/>
        </w:sectPr>
      </w:pPr>
      <w:rPr/>
    </w:p>
    <w:p>
      <w:pPr>
        <w:spacing w:before="58" w:after="0" w:line="240" w:lineRule="auto"/>
        <w:ind w:left="580" w:right="-2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Fo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6" w:after="0" w:line="240" w:lineRule="auto"/>
        <w:ind w:left="94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d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i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it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  <w:i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i/>
        </w:rPr>
        <w:t>: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940" w:right="-20"/>
        <w:jc w:val="left"/>
        <w:tabs>
          <w:tab w:pos="130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1" w:after="0" w:line="240" w:lineRule="auto"/>
        <w:ind w:left="940" w:right="-20"/>
        <w:jc w:val="left"/>
        <w:tabs>
          <w:tab w:pos="130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940" w:right="-20"/>
        <w:jc w:val="left"/>
        <w:tabs>
          <w:tab w:pos="130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&amp;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940" w:right="-20"/>
        <w:jc w:val="left"/>
        <w:tabs>
          <w:tab w:pos="1300" w:val="left"/>
        </w:tabs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71.5pt;margin-top:84.358856pt;width:469pt;height:238.12pt;mso-position-horizontal-relative:page;mso-position-vertical-relative:paragraph;z-index:-1439" coordorigin="1430,1687" coordsize="9380,4762">
            <v:group style="position:absolute;left:1440;top:1697;width:9360;height:254" coordorigin="1440,1697" coordsize="9360,254">
              <v:shape style="position:absolute;left:1440;top:1697;width:9360;height:254" coordorigin="1440,1697" coordsize="9360,254" path="m1440,1952l10800,1952,10800,1697,1440,1697,1440,1952e" filled="t" fillcolor="#D9D9D9" stroked="f">
                <v:path arrowok="t"/>
                <v:fill/>
              </v:shape>
            </v:group>
            <v:group style="position:absolute;left:1440;top:1952;width:9360;height:254" coordorigin="1440,1952" coordsize="9360,254">
              <v:shape style="position:absolute;left:1440;top:1952;width:9360;height:254" coordorigin="1440,1952" coordsize="9360,254" path="m1440,2206l10800,2206,10800,1952,1440,1952,1440,2206e" filled="t" fillcolor="#D9D9D9" stroked="f">
                <v:path arrowok="t"/>
                <v:fill/>
              </v:shape>
            </v:group>
            <v:group style="position:absolute;left:1440;top:2206;width:9360;height:250" coordorigin="1440,2206" coordsize="9360,250">
              <v:shape style="position:absolute;left:1440;top:2206;width:9360;height:250" coordorigin="1440,2206" coordsize="9360,250" path="m1440,2456l10800,2456,10800,2206,1440,2206,1440,2456e" filled="t" fillcolor="#D9D9D9" stroked="f">
                <v:path arrowok="t"/>
                <v:fill/>
              </v:shape>
            </v:group>
            <v:group style="position:absolute;left:1440;top:2456;width:9360;height:245" coordorigin="1440,2456" coordsize="9360,245">
              <v:shape style="position:absolute;left:1440;top:2456;width:9360;height:245" coordorigin="1440,2456" coordsize="9360,245" path="m1440,2700l10800,2700,10800,2456,1440,2456,1440,2700e" filled="t" fillcolor="#D9D9D9" stroked="f">
                <v:path arrowok="t"/>
                <v:fill/>
              </v:shape>
            </v:group>
            <v:group style="position:absolute;left:1440;top:2700;width:9360;height:245" coordorigin="1440,2700" coordsize="9360,245">
              <v:shape style="position:absolute;left:1440;top:2700;width:9360;height:245" coordorigin="1440,2700" coordsize="9360,245" path="m1440,2945l10800,2945,10800,2700,1440,2700,1440,2945e" filled="t" fillcolor="#D9D9D9" stroked="f">
                <v:path arrowok="t"/>
                <v:fill/>
              </v:shape>
            </v:group>
            <v:group style="position:absolute;left:1440;top:2945;width:9360;height:245" coordorigin="1440,2945" coordsize="9360,245">
              <v:shape style="position:absolute;left:1440;top:2945;width:9360;height:245" coordorigin="1440,2945" coordsize="9360,245" path="m1440,3190l10800,3190,10800,2945,1440,2945,1440,3190e" filled="t" fillcolor="#D9D9D9" stroked="f">
                <v:path arrowok="t"/>
                <v:fill/>
              </v:shape>
            </v:group>
            <v:group style="position:absolute;left:1440;top:3190;width:9360;height:230" coordorigin="1440,3190" coordsize="9360,230">
              <v:shape style="position:absolute;left:1440;top:3190;width:9360;height:230" coordorigin="1440,3190" coordsize="9360,230" path="m1440,3420l10800,3420,10800,3190,1440,3190,1440,3420e" filled="t" fillcolor="#D9D9D9" stroked="f">
                <v:path arrowok="t"/>
                <v:fill/>
              </v:shape>
            </v:group>
            <v:group style="position:absolute;left:1440;top:3420;width:9360;height:226" coordorigin="1440,3420" coordsize="9360,226">
              <v:shape style="position:absolute;left:1440;top:3420;width:9360;height:226" coordorigin="1440,3420" coordsize="9360,226" path="m1440,3646l10800,3646,10800,3420,1440,3420,1440,3646e" filled="t" fillcolor="#D9D9D9" stroked="f">
                <v:path arrowok="t"/>
                <v:fill/>
              </v:shape>
            </v:group>
            <v:group style="position:absolute;left:8621;top:3660;width:2179;height:226" coordorigin="8621,3660" coordsize="2179,226">
              <v:shape style="position:absolute;left:8621;top:3660;width:2179;height:226" coordorigin="8621,3660" coordsize="2179,226" path="m8621,3886l10800,3886,10800,3660,8621,3660,8621,3886e" filled="t" fillcolor="#99CC00" stroked="f">
                <v:path arrowok="t"/>
                <v:fill/>
              </v:shape>
            </v:group>
            <v:group style="position:absolute;left:8621;top:3886;width:2179;height:230" coordorigin="8621,3886" coordsize="2179,230">
              <v:shape style="position:absolute;left:8621;top:3886;width:2179;height:230" coordorigin="8621,3886" coordsize="2179,230" path="m8621,4116l10800,4116,10800,3886,8621,3886,8621,4116e" filled="t" fillcolor="#99CC00" stroked="f">
                <v:path arrowok="t"/>
                <v:fill/>
              </v:shape>
            </v:group>
            <v:group style="position:absolute;left:8621;top:4116;width:2179;height:230" coordorigin="8621,4116" coordsize="2179,230">
              <v:shape style="position:absolute;left:8621;top:4116;width:2179;height:230" coordorigin="8621,4116" coordsize="2179,230" path="m8621,4347l10800,4347,10800,4116,8621,4116,8621,4347e" filled="t" fillcolor="#99CC00" stroked="f">
                <v:path arrowok="t"/>
                <v:fill/>
              </v:shape>
            </v:group>
            <v:group style="position:absolute;left:8621;top:4347;width:2179;height:230" coordorigin="8621,4347" coordsize="2179,230">
              <v:shape style="position:absolute;left:8621;top:4347;width:2179;height:230" coordorigin="8621,4347" coordsize="2179,230" path="m8621,4577l10800,4577,10800,4347,8621,4347,8621,4577e" filled="t" fillcolor="#99CC00" stroked="f">
                <v:path arrowok="t"/>
                <v:fill/>
              </v:shape>
            </v:group>
            <v:group style="position:absolute;left:8621;top:4587;width:2179;height:230" coordorigin="8621,4587" coordsize="2179,230">
              <v:shape style="position:absolute;left:8621;top:4587;width:2179;height:230" coordorigin="8621,4587" coordsize="2179,230" path="m8621,4817l10800,4817,10800,4587,8621,4587,8621,4817e" filled="t" fillcolor="#99CC00" stroked="f">
                <v:path arrowok="t"/>
                <v:fill/>
              </v:shape>
            </v:group>
            <v:group style="position:absolute;left:8621;top:4817;width:2179;height:230" coordorigin="8621,4817" coordsize="2179,230">
              <v:shape style="position:absolute;left:8621;top:4817;width:2179;height:230" coordorigin="8621,4817" coordsize="2179,230" path="m8621,5048l10800,5048,10800,4817,8621,4817,8621,5048e" filled="t" fillcolor="#99CC00" stroked="f">
                <v:path arrowok="t"/>
                <v:fill/>
              </v:shape>
            </v:group>
            <v:group style="position:absolute;left:8621;top:5048;width:2179;height:230" coordorigin="8621,5048" coordsize="2179,230">
              <v:shape style="position:absolute;left:8621;top:5048;width:2179;height:230" coordorigin="8621,5048" coordsize="2179,230" path="m8621,5278l10800,5278,10800,5048,8621,5048,8621,5278e" filled="t" fillcolor="#99CC00" stroked="f">
                <v:path arrowok="t"/>
                <v:fill/>
              </v:shape>
            </v:group>
            <v:group style="position:absolute;left:8621;top:5278;width:2179;height:230" coordorigin="8621,5278" coordsize="2179,230">
              <v:shape style="position:absolute;left:8621;top:5278;width:2179;height:230" coordorigin="8621,5278" coordsize="2179,230" path="m8621,5508l10800,5508,10800,5278,8621,5278,8621,5508e" filled="t" fillcolor="#99CC00" stroked="f">
                <v:path arrowok="t"/>
                <v:fill/>
              </v:shape>
            </v:group>
            <v:group style="position:absolute;left:8621;top:5518;width:2179;height:230" coordorigin="8621,5518" coordsize="2179,230">
              <v:shape style="position:absolute;left:8621;top:5518;width:2179;height:230" coordorigin="8621,5518" coordsize="2179,230" path="m8621,5748l10800,5748,10800,5518,8621,5518,8621,5748e" filled="t" fillcolor="#99CC00" stroked="f">
                <v:path arrowok="t"/>
                <v:fill/>
              </v:shape>
            </v:group>
            <v:group style="position:absolute;left:8621;top:5748;width:2179;height:230" coordorigin="8621,5748" coordsize="2179,230">
              <v:shape style="position:absolute;left:8621;top:5748;width:2179;height:230" coordorigin="8621,5748" coordsize="2179,230" path="m8621,5979l10800,5979,10800,5748,8621,5748,8621,5979e" filled="t" fillcolor="#99CC00" stroked="f">
                <v:path arrowok="t"/>
                <v:fill/>
              </v:shape>
            </v:group>
            <v:group style="position:absolute;left:8621;top:5979;width:2179;height:230" coordorigin="8621,5979" coordsize="2179,230">
              <v:shape style="position:absolute;left:8621;top:5979;width:2179;height:230" coordorigin="8621,5979" coordsize="2179,230" path="m8621,6209l10800,6209,10800,5979,8621,5979,8621,6209e" filled="t" fillcolor="#99CC00" stroked="f">
                <v:path arrowok="t"/>
                <v:fill/>
              </v:shape>
            </v:group>
            <v:group style="position:absolute;left:8621;top:6209;width:2179;height:230" coordorigin="8621,6209" coordsize="2179,230">
              <v:shape style="position:absolute;left:8621;top:6209;width:2179;height:230" coordorigin="8621,6209" coordsize="2179,230" path="m8621,6440l10800,6440,10800,6209,8621,6209,8621,6440e" filled="t" fillcolor="#99CC00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Fo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331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3366FF"/>
          </w:tcPr>
          <w:p>
            <w:pPr>
              <w:spacing w:before="0" w:after="0" w:line="319" w:lineRule="exact"/>
              <w:ind w:left="3196" w:right="3175"/>
              <w:jc w:val="center"/>
              <w:rPr>
                <w:rFonts w:ascii="Arial" w:hAnsi="Arial" w:cs="Arial" w:eastAsia="Arial"/>
                <w:sz w:val="28"/>
                <w:szCs w:val="28"/>
              </w:rPr>
            </w:pPr>
            <w:rPr/>
            <w:r>
              <w:rPr>
                <w:rFonts w:ascii="Arial" w:hAnsi="Arial" w:cs="Arial" w:eastAsia="Arial"/>
                <w:sz w:val="28"/>
                <w:szCs w:val="28"/>
                <w:spacing w:val="2"/>
                <w:w w:val="100"/>
                <w:b/>
                <w:bCs/>
                <w:position w:val="-1"/>
              </w:rPr>
              <w:t>W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K</w:t>
            </w:r>
            <w:r>
              <w:rPr>
                <w:rFonts w:ascii="Arial" w:hAnsi="Arial" w:cs="Arial" w:eastAsia="Arial"/>
                <w:sz w:val="28"/>
                <w:szCs w:val="28"/>
                <w:spacing w:val="-7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6</w:t>
            </w:r>
            <w:r>
              <w:rPr>
                <w:rFonts w:ascii="Arial" w:hAnsi="Arial" w:cs="Arial" w:eastAsia="Arial"/>
                <w:sz w:val="28"/>
                <w:szCs w:val="28"/>
                <w:spacing w:val="-1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T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-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-GL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99"/>
                <w:b/>
                <w:bCs/>
                <w:position w:val="-1"/>
              </w:rPr>
              <w:t>ANCE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position w:val="0"/>
              </w:rPr>
            </w:r>
          </w:p>
        </w:tc>
      </w:tr>
      <w:tr>
        <w:trPr>
          <w:trHeight w:val="514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275" w:right="252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son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13" w:after="0" w:line="240" w:lineRule="auto"/>
              <w:ind w:left="760" w:right="73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65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43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62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1958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18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rge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16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6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tifi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ifi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6" w:after="0" w:line="253" w:lineRule="auto"/>
              <w:ind w:left="825" w:right="1282" w:firstLine="-36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0"/>
                <w:w w:val="136"/>
              </w:rPr>
              <w:t>•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kn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31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3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240" w:lineRule="auto"/>
              <w:ind w:left="15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8" w:after="0" w:line="247" w:lineRule="auto"/>
              <w:ind w:left="100" w:right="144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’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5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31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3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3" w:lineRule="auto"/>
              <w:ind w:left="100" w:right="144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6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7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931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1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3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3" w:lineRule="auto"/>
              <w:ind w:left="100" w:right="677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34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3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0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701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9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100" w:right="243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3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3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3" w:lineRule="auto"/>
              <w:ind w:left="100" w:right="61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Pu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Se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An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9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20" w:footer="1714" w:top="2360" w:bottom="1900" w:left="1220" w:right="1220"/>
          <w:headerReference w:type="default" r:id="rId22"/>
          <w:pgSz w:w="12240" w:h="15840"/>
        </w:sectPr>
      </w:pPr>
      <w:rPr/>
    </w:p>
    <w:p>
      <w:pPr>
        <w:spacing w:before="44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1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eded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5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esou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aph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6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8" w:lineRule="auto"/>
        <w:ind w:left="820" w:right="166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denc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su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ses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8" w:after="0" w:line="289" w:lineRule="auto"/>
        <w:ind w:left="820" w:right="272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ti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2" w:after="0" w:line="291" w:lineRule="auto"/>
        <w:ind w:left="820" w:right="129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ook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ke.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5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ze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2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eded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6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1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820" w:right="689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89" w:lineRule="auto"/>
        <w:ind w:left="820" w:right="57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“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oes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”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needed.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7" w:after="0" w:line="288" w:lineRule="auto"/>
        <w:ind w:left="820" w:right="376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3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add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concep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ons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8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gan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ze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oup.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3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eded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1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-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4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esou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aph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gan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zer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714" w:top="2360" w:bottom="1900" w:left="1340" w:right="1360"/>
          <w:pgSz w:w="12240" w:h="15840"/>
        </w:sectPr>
      </w:pPr>
      <w:rPr/>
    </w:p>
    <w:p>
      <w:pPr>
        <w:spacing w:before="58" w:after="0" w:line="286" w:lineRule="auto"/>
        <w:ind w:left="820" w:right="233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20" w:after="0" w:line="291" w:lineRule="auto"/>
        <w:ind w:left="820" w:right="391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oughou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91" w:lineRule="auto"/>
        <w:ind w:left="820" w:right="111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Te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5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Le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</w:rPr>
        <w:t>4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1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-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4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z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6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3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9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oups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1" w:after="0" w:line="291" w:lineRule="auto"/>
        <w:ind w:left="820" w:right="270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5" w:after="0" w:line="286" w:lineRule="auto"/>
        <w:ind w:left="820" w:right="440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nce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exa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you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ow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0000FF"/>
          <w:spacing w:val="-54"/>
          <w:w w:val="100"/>
        </w:rPr>
        <w:t> </w:t>
      </w:r>
      <w:hyperlink r:id="rId23"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: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v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eo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1"/>
            <w:szCs w:val="21"/>
            <w:color w:val="0000FF"/>
            <w:spacing w:val="3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1"/>
            <w:szCs w:val="21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  <w:u w:val="single" w:color="0000FF"/>
          </w:rPr>
          <w:t>34635186</w:t>
        </w:r>
        <w:r>
          <w:rPr>
            <w:rFonts w:ascii="Arial" w:hAnsi="Arial" w:cs="Arial" w:eastAsia="Arial"/>
            <w:sz w:val="21"/>
            <w:szCs w:val="21"/>
            <w:color w:val="0000FF"/>
            <w:spacing w:val="2"/>
            <w:w w:val="100"/>
          </w:rPr>
        </w:r>
        <w:r>
          <w:rPr>
            <w:rFonts w:ascii="Arial" w:hAnsi="Arial" w:cs="Arial" w:eastAsia="Arial"/>
            <w:sz w:val="21"/>
            <w:szCs w:val="21"/>
            <w:color w:val="000000"/>
            <w:spacing w:val="0"/>
            <w:w w:val="100"/>
          </w:rPr>
        </w:r>
      </w:hyperlink>
    </w:p>
    <w:p>
      <w:pPr>
        <w:spacing w:before="20" w:after="0" w:line="291" w:lineRule="auto"/>
        <w:ind w:left="820" w:right="87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3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,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89" w:lineRule="auto"/>
        <w:ind w:left="820" w:right="62" w:firstLine="-36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j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ons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3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ex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we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he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p.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d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11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  <w:i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  <w:i/>
        </w:rPr>
        <w:t>it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  <w:i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  <w:i/>
        </w:rPr>
        <w:t>d</w:t>
      </w:r>
      <w:r>
        <w:rPr>
          <w:rFonts w:ascii="Arial" w:hAnsi="Arial" w:cs="Arial" w:eastAsia="Arial"/>
          <w:sz w:val="21"/>
          <w:szCs w:val="21"/>
          <w:spacing w:val="19"/>
          <w:w w:val="100"/>
          <w:b/>
          <w:bCs/>
          <w:i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b/>
          <w:bCs/>
          <w:i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  <w:i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2"/>
          <w:b/>
          <w:bCs/>
          <w:i/>
        </w:rPr>
        <w:t>: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aph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gan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zer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1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4"/>
          <w:w w:val="102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5" w:after="0" w:line="240" w:lineRule="auto"/>
        <w:ind w:left="460" w:right="-20"/>
        <w:jc w:val="left"/>
        <w:tabs>
          <w:tab w:pos="82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Q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(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-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op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ona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)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jc w:val="left"/>
        <w:spacing w:after="0"/>
        <w:sectPr>
          <w:pgMar w:header="720" w:footer="1714" w:top="2360" w:bottom="1900" w:left="1340" w:right="1440"/>
          <w:pgSz w:w="12240" w:h="15840"/>
        </w:sectPr>
      </w:pPr>
      <w:rPr/>
    </w:p>
    <w:p>
      <w:pPr>
        <w:spacing w:before="9" w:after="0" w:line="30" w:lineRule="exact"/>
        <w:jc w:val="left"/>
        <w:rPr>
          <w:sz w:val="3"/>
          <w:szCs w:val="3"/>
        </w:rPr>
      </w:pPr>
      <w:rPr/>
      <w:r>
        <w:rPr>
          <w:sz w:val="3"/>
          <w:szCs w:val="3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331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3366FF"/>
          </w:tcPr>
          <w:p>
            <w:pPr>
              <w:spacing w:before="0" w:after="0" w:line="319" w:lineRule="exact"/>
              <w:ind w:left="3112" w:right="-2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Pr/>
            <w:r>
              <w:rPr>
                <w:rFonts w:ascii="Arial" w:hAnsi="Arial" w:cs="Arial" w:eastAsia="Arial"/>
                <w:sz w:val="28"/>
                <w:szCs w:val="28"/>
                <w:spacing w:val="2"/>
                <w:w w:val="100"/>
                <w:b/>
                <w:bCs/>
                <w:position w:val="-1"/>
              </w:rPr>
              <w:t>W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K</w:t>
            </w:r>
            <w:r>
              <w:rPr>
                <w:rFonts w:ascii="Arial" w:hAnsi="Arial" w:cs="Arial" w:eastAsia="Arial"/>
                <w:sz w:val="28"/>
                <w:szCs w:val="28"/>
                <w:spacing w:val="-7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7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-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b/>
                <w:bCs/>
                <w:position w:val="-1"/>
              </w:rPr>
              <w:t>8</w:t>
            </w:r>
            <w:r>
              <w:rPr>
                <w:rFonts w:ascii="Arial" w:hAnsi="Arial" w:cs="Arial" w:eastAsia="Arial"/>
                <w:sz w:val="28"/>
                <w:szCs w:val="28"/>
                <w:spacing w:val="-3"/>
                <w:w w:val="100"/>
                <w:b/>
                <w:bCs/>
                <w:position w:val="-1"/>
              </w:rPr>
              <w:t> 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T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-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A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-GL</w:t>
            </w:r>
            <w:r>
              <w:rPr>
                <w:rFonts w:ascii="Arial" w:hAnsi="Arial" w:cs="Arial" w:eastAsia="Arial"/>
                <w:sz w:val="28"/>
                <w:szCs w:val="28"/>
                <w:spacing w:val="1"/>
                <w:w w:val="100"/>
                <w:b/>
                <w:bCs/>
                <w:position w:val="-1"/>
              </w:rPr>
              <w:t>ANCE</w:t>
            </w:r>
            <w:r>
              <w:rPr>
                <w:rFonts w:ascii="Arial" w:hAnsi="Arial" w:cs="Arial" w:eastAsia="Arial"/>
                <w:sz w:val="28"/>
                <w:szCs w:val="28"/>
                <w:spacing w:val="0"/>
                <w:w w:val="100"/>
                <w:position w:val="0"/>
              </w:rPr>
            </w:r>
          </w:p>
        </w:tc>
      </w:tr>
      <w:tr>
        <w:trPr>
          <w:trHeight w:val="514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275" w:right="252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son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13" w:after="0" w:line="240" w:lineRule="auto"/>
              <w:ind w:left="760" w:right="738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65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437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40" w:lineRule="auto"/>
              <w:ind w:left="626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  <w:tr>
        <w:trPr>
          <w:trHeight w:val="1814" w:hRule="exact"/>
        </w:trPr>
        <w:tc>
          <w:tcPr>
            <w:tcW w:w="9581" w:type="dxa"/>
            <w:gridSpan w:val="4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D9D9"/>
          </w:tcPr>
          <w:p>
            <w:pPr>
              <w:spacing w:before="18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Le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2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Ta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rge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: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  <w:p>
            <w:pPr>
              <w:spacing w:before="2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1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3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0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exa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conve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2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y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7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22" w:after="0" w:line="240" w:lineRule="auto"/>
              <w:ind w:left="465" w:right="-20"/>
              <w:jc w:val="left"/>
              <w:tabs>
                <w:tab w:pos="820" w:val="left"/>
              </w:tabs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0"/>
                <w:w w:val="135"/>
              </w:rPr>
              <w:t>•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  <w:tab/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3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1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4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18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u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.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</w:tr>
      <w:tr>
        <w:trPr>
          <w:trHeight w:val="1526" w:hRule="exact"/>
        </w:trPr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9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2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7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  <w:p>
            <w:pPr>
              <w:spacing w:before="12" w:after="0" w:line="240" w:lineRule="auto"/>
              <w:ind w:left="105" w:right="-2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ELAC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4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8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253" w:lineRule="auto"/>
              <w:ind w:left="100" w:right="189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Pr/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0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19"/>
                <w:szCs w:val="19"/>
                <w:spacing w:val="3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3"/>
                <w:w w:val="103"/>
              </w:rPr>
              <w:t>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iti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aw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19"/>
                <w:szCs w:val="19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v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c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7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m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x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16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9"/>
                <w:szCs w:val="19"/>
                <w:spacing w:val="9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0"/>
              </w:rPr>
              <w:t>suppo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23"/>
                <w:w w:val="100"/>
              </w:rPr>
              <w:t> 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f</w:t>
            </w:r>
            <w:r>
              <w:rPr>
                <w:rFonts w:ascii="Arial" w:hAnsi="Arial" w:cs="Arial" w:eastAsia="Arial"/>
                <w:sz w:val="19"/>
                <w:szCs w:val="19"/>
                <w:spacing w:val="2"/>
                <w:w w:val="103"/>
              </w:rPr>
              <w:t>ac</w:t>
            </w:r>
            <w:r>
              <w:rPr>
                <w:rFonts w:ascii="Arial" w:hAnsi="Arial" w:cs="Arial" w:eastAsia="Arial"/>
                <w:sz w:val="19"/>
                <w:szCs w:val="19"/>
                <w:spacing w:val="1"/>
                <w:w w:val="103"/>
              </w:rPr>
              <w:t>t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3"/>
              </w:rPr>
              <w:t>s</w:t>
            </w:r>
            <w:r>
              <w:rPr>
                <w:rFonts w:ascii="Arial" w:hAnsi="Arial" w:cs="Arial" w:eastAsia="Arial"/>
                <w:sz w:val="19"/>
                <w:szCs w:val="19"/>
                <w:spacing w:val="0"/>
                <w:w w:val="100"/>
              </w:rPr>
            </w:r>
          </w:p>
        </w:tc>
        <w:tc>
          <w:tcPr>
            <w:tcW w:w="239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9CC00"/>
          </w:tcPr>
          <w:p>
            <w:pPr>
              <w:spacing w:before="3" w:after="0" w:line="252" w:lineRule="auto"/>
              <w:ind w:left="100" w:right="678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Pr/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1"/>
                <w:szCs w:val="21"/>
                <w:spacing w:val="18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4"/>
                <w:w w:val="102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4"/>
                <w:w w:val="102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4"/>
                <w:w w:val="102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1"/>
                <w:w w:val="102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1"/>
                <w:szCs w:val="21"/>
                <w:spacing w:val="3"/>
                <w:w w:val="102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1"/>
                <w:szCs w:val="21"/>
                <w:spacing w:val="2"/>
                <w:w w:val="102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2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1"/>
                <w:szCs w:val="21"/>
                <w:spacing w:val="0"/>
                <w:w w:val="100"/>
              </w:rPr>
            </w:r>
          </w:p>
        </w:tc>
      </w:tr>
    </w:tbl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71.5pt;margin-top:-193.23111pt;width:469pt;height:167.55999pt;mso-position-horizontal-relative:page;mso-position-vertical-relative:paragraph;z-index:-1438" coordorigin="1430,-3865" coordsize="9380,3351">
            <v:group style="position:absolute;left:1440;top:-3855;width:9360;height:254" coordorigin="1440,-3855" coordsize="9360,254">
              <v:shape style="position:absolute;left:1440;top:-3855;width:9360;height:254" coordorigin="1440,-3855" coordsize="9360,254" path="m1440,-3600l10800,-3600,10800,-3855,1440,-3855,1440,-3600e" filled="t" fillcolor="#D9D9D9" stroked="f">
                <v:path arrowok="t"/>
                <v:fill/>
              </v:shape>
            </v:group>
            <v:group style="position:absolute;left:1440;top:-3600;width:9360;height:254" coordorigin="1440,-3600" coordsize="9360,254">
              <v:shape style="position:absolute;left:1440;top:-3600;width:9360;height:254" coordorigin="1440,-3600" coordsize="9360,254" path="m1440,-3346l10800,-3346,10800,-3600,1440,-3600,1440,-3346e" filled="t" fillcolor="#D9D9D9" stroked="f">
                <v:path arrowok="t"/>
                <v:fill/>
              </v:shape>
            </v:group>
            <v:group style="position:absolute;left:1440;top:-3346;width:9360;height:254" coordorigin="1440,-3346" coordsize="9360,254">
              <v:shape style="position:absolute;left:1440;top:-3346;width:9360;height:254" coordorigin="1440,-3346" coordsize="9360,254" path="m1440,-3091l10800,-3091,10800,-3346,1440,-3346,1440,-3091e" filled="t" fillcolor="#D9D9D9" stroked="f">
                <v:path arrowok="t"/>
                <v:fill/>
              </v:shape>
            </v:group>
            <v:group style="position:absolute;left:1440;top:-3091;width:9360;height:259" coordorigin="1440,-3091" coordsize="9360,259">
              <v:shape style="position:absolute;left:1440;top:-3091;width:9360;height:259" coordorigin="1440,-3091" coordsize="9360,259" path="m1440,-2832l10800,-2832,10800,-3091,1440,-3091,1440,-2832e" filled="t" fillcolor="#D9D9D9" stroked="f">
                <v:path arrowok="t"/>
                <v:fill/>
              </v:shape>
            </v:group>
            <v:group style="position:absolute;left:1440;top:-2832;width:9360;height:264" coordorigin="1440,-2832" coordsize="9360,264">
              <v:shape style="position:absolute;left:1440;top:-2832;width:9360;height:264" coordorigin="1440,-2832" coordsize="9360,264" path="m1440,-2568l10800,-2568,10800,-2832,1440,-2832,1440,-2568e" filled="t" fillcolor="#D9D9D9" stroked="f">
                <v:path arrowok="t"/>
                <v:fill/>
              </v:shape>
            </v:group>
            <v:group style="position:absolute;left:1440;top:-2568;width:9360;height:264" coordorigin="1440,-2568" coordsize="9360,264">
              <v:shape style="position:absolute;left:1440;top:-2568;width:9360;height:264" coordorigin="1440,-2568" coordsize="9360,264" path="m1440,-2304l10800,-2304,10800,-2568,1440,-2568,1440,-2304e" filled="t" fillcolor="#D9D9D9" stroked="f">
                <v:path arrowok="t"/>
                <v:fill/>
              </v:shape>
            </v:group>
            <v:group style="position:absolute;left:1440;top:-2304;width:9360;height:254" coordorigin="1440,-2304" coordsize="9360,254">
              <v:shape style="position:absolute;left:1440;top:-2304;width:9360;height:254" coordorigin="1440,-2304" coordsize="9360,254" path="m1440,-2050l10800,-2050,10800,-2304,1440,-2304,1440,-2050e" filled="t" fillcolor="#D9D9D9" stroked="f">
                <v:path arrowok="t"/>
                <v:fill/>
              </v:shape>
            </v:group>
            <v:group style="position:absolute;left:8621;top:-2040;width:2179;height:254" coordorigin="8621,-2040" coordsize="2179,254">
              <v:shape style="position:absolute;left:8621;top:-2040;width:2179;height:254" coordorigin="8621,-2040" coordsize="2179,254" path="m8621,-1786l10800,-1786,10800,-2040,8621,-2040,8621,-1786e" filled="t" fillcolor="#99CC00" stroked="f">
                <v:path arrowok="t"/>
                <v:fill/>
              </v:shape>
            </v:group>
            <v:group style="position:absolute;left:8621;top:-1786;width:2179;height:250" coordorigin="8621,-1786" coordsize="2179,250">
              <v:shape style="position:absolute;left:8621;top:-1786;width:2179;height:250" coordorigin="8621,-1786" coordsize="2179,250" path="m8621,-1536l10800,-1536,10800,-1786,8621,-1786,8621,-1536e" filled="t" fillcolor="#99CC00" stroked="f">
                <v:path arrowok="t"/>
                <v:fill/>
              </v:shape>
            </v:group>
            <v:group style="position:absolute;left:8621;top:-1536;width:2179;height:254" coordorigin="8621,-1536" coordsize="2179,254">
              <v:shape style="position:absolute;left:8621;top:-1536;width:2179;height:254" coordorigin="8621,-1536" coordsize="2179,254" path="m8621,-1282l10800,-1282,10800,-1536,8621,-1536,8621,-1282e" filled="t" fillcolor="#99CC00" stroked="f">
                <v:path arrowok="t"/>
                <v:fill/>
              </v:shape>
            </v:group>
            <v:group style="position:absolute;left:8621;top:-1282;width:2179;height:254" coordorigin="8621,-1282" coordsize="2179,254">
              <v:shape style="position:absolute;left:8621;top:-1282;width:2179;height:254" coordorigin="8621,-1282" coordsize="2179,254" path="m8621,-1027l10800,-1027,10800,-1282,8621,-1282,8621,-1027e" filled="t" fillcolor="#99CC00" stroked="f">
                <v:path arrowok="t"/>
                <v:fill/>
              </v:shape>
            </v:group>
            <v:group style="position:absolute;left:8621;top:-1027;width:2179;height:254" coordorigin="8621,-1027" coordsize="2179,254">
              <v:shape style="position:absolute;left:8621;top:-1027;width:2179;height:254" coordorigin="8621,-1027" coordsize="2179,254" path="m8621,-773l10800,-773,10800,-1027,8621,-1027,8621,-773e" filled="t" fillcolor="#99CC00" stroked="f">
                <v:path arrowok="t"/>
                <v:fill/>
              </v:shape>
            </v:group>
            <v:group style="position:absolute;left:8621;top:-773;width:2179;height:250" coordorigin="8621,-773" coordsize="2179,250">
              <v:shape style="position:absolute;left:8621;top:-773;width:2179;height:250" coordorigin="8621,-773" coordsize="2179,250" path="m8621,-523l10800,-523,10800,-773,8621,-773,8621,-523e" filled="t" fillcolor="#99CC00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1"/>
          <w:szCs w:val="21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1"/>
          <w:szCs w:val="21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8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1"/>
          <w:szCs w:val="2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u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(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1"/>
          <w:szCs w:val="21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3"/>
          <w:w w:val="100"/>
          <w:b/>
          <w:bCs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  <w:b/>
          <w:bCs/>
        </w:rPr>
        <w:t>-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ba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  <w:b/>
          <w:bCs/>
        </w:rPr>
        <w:t>ed</w:t>
      </w:r>
      <w:r>
        <w:rPr>
          <w:rFonts w:ascii="Arial" w:hAnsi="Arial" w:cs="Arial" w:eastAsia="Arial"/>
          <w:sz w:val="21"/>
          <w:szCs w:val="21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1"/>
          <w:szCs w:val="21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s</w:t>
      </w:r>
      <w:r>
        <w:rPr>
          <w:rFonts w:ascii="Arial" w:hAnsi="Arial" w:cs="Arial" w:eastAsia="Arial"/>
          <w:sz w:val="21"/>
          <w:szCs w:val="21"/>
          <w:spacing w:val="3"/>
          <w:w w:val="102"/>
          <w:b/>
          <w:bCs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  <w:b/>
          <w:bCs/>
        </w:rPr>
        <w:t>ent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1" w:lineRule="auto"/>
        <w:ind w:left="940" w:right="513" w:firstLine="-360"/>
        <w:jc w:val="left"/>
        <w:tabs>
          <w:tab w:pos="94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135"/>
        </w:rPr>
        <w:t>•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ab/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4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es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4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:</w:t>
      </w:r>
      <w:r>
        <w:rPr>
          <w:rFonts w:ascii="Arial" w:hAnsi="Arial" w:cs="Arial" w:eastAsia="Arial"/>
          <w:sz w:val="21"/>
          <w:szCs w:val="21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r</w:t>
      </w:r>
      <w:r>
        <w:rPr>
          <w:rFonts w:ascii="Arial" w:hAnsi="Arial" w:cs="Arial" w:eastAsia="Arial"/>
          <w:sz w:val="21"/>
          <w:szCs w:val="21"/>
          <w:spacing w:val="4"/>
          <w:w w:val="102"/>
          <w:i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  <w:i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  <w:i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2"/>
          <w:i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8" w:after="0" w:line="289" w:lineRule="auto"/>
        <w:ind w:left="220" w:right="239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9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7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%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1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1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1"/>
        </w:rPr>
        <w:t>r</w:t>
      </w:r>
      <w:r>
        <w:rPr>
          <w:rFonts w:ascii="Arial" w:hAnsi="Arial" w:cs="Arial" w:eastAsia="Arial"/>
          <w:sz w:val="21"/>
          <w:szCs w:val="21"/>
          <w:spacing w:val="6"/>
          <w:w w:val="101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c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spacing w:val="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,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tif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u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ti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’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w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a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b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l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.</w:t>
      </w:r>
      <w:r>
        <w:rPr>
          <w:rFonts w:ascii="Arial" w:hAnsi="Arial" w:cs="Arial" w:eastAsia="Arial"/>
          <w:sz w:val="21"/>
          <w:szCs w:val="21"/>
          <w:spacing w:val="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3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v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d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c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fr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m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h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e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x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14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p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1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spacing w:val="18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y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o</w:t>
      </w:r>
      <w:r>
        <w:rPr>
          <w:rFonts w:ascii="Arial" w:hAnsi="Arial" w:cs="Arial" w:eastAsia="Arial"/>
          <w:sz w:val="21"/>
          <w:szCs w:val="21"/>
          <w:spacing w:val="2"/>
          <w:w w:val="100"/>
        </w:rPr>
        <w:t>u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1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fi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d</w:t>
      </w:r>
      <w:r>
        <w:rPr>
          <w:rFonts w:ascii="Arial" w:hAnsi="Arial" w:cs="Arial" w:eastAsia="Arial"/>
          <w:sz w:val="21"/>
          <w:szCs w:val="21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n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g</w:t>
      </w:r>
      <w:r>
        <w:rPr>
          <w:rFonts w:ascii="Arial" w:hAnsi="Arial" w:cs="Arial" w:eastAsia="Arial"/>
          <w:sz w:val="21"/>
          <w:szCs w:val="21"/>
          <w:spacing w:val="2"/>
          <w:w w:val="102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102"/>
        </w:rPr>
        <w:t>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941" w:right="3921"/>
        <w:jc w:val="center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FF0000"/>
          <w:spacing w:val="1"/>
          <w:w w:val="100"/>
        </w:rPr>
        <w:t>---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EN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FF0000"/>
          <w:spacing w:val="1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O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FF0000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U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N</w:t>
      </w:r>
      <w:r>
        <w:rPr>
          <w:rFonts w:ascii="Arial" w:hAnsi="Arial" w:cs="Arial" w:eastAsia="Arial"/>
          <w:sz w:val="21"/>
          <w:szCs w:val="21"/>
          <w:color w:val="FF0000"/>
          <w:spacing w:val="1"/>
          <w:w w:val="102"/>
        </w:rPr>
        <w:t>I</w:t>
      </w:r>
      <w:r>
        <w:rPr>
          <w:rFonts w:ascii="Arial" w:hAnsi="Arial" w:cs="Arial" w:eastAsia="Arial"/>
          <w:sz w:val="21"/>
          <w:szCs w:val="21"/>
          <w:color w:val="FF0000"/>
          <w:spacing w:val="2"/>
          <w:w w:val="102"/>
        </w:rPr>
        <w:t>T</w:t>
      </w:r>
      <w:r>
        <w:rPr>
          <w:rFonts w:ascii="Arial" w:hAnsi="Arial" w:cs="Arial" w:eastAsia="Arial"/>
          <w:sz w:val="21"/>
          <w:szCs w:val="21"/>
          <w:color w:val="FF0000"/>
          <w:spacing w:val="1"/>
          <w:w w:val="102"/>
        </w:rPr>
        <w:t>---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44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color w:val="FF0000"/>
          <w:spacing w:val="1"/>
          <w:w w:val="100"/>
        </w:rPr>
        <w:t>----------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UN</w:t>
      </w:r>
      <w:r>
        <w:rPr>
          <w:rFonts w:ascii="Arial" w:hAnsi="Arial" w:cs="Arial" w:eastAsia="Arial"/>
          <w:sz w:val="21"/>
          <w:szCs w:val="21"/>
          <w:color w:val="FF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FF0000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RE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OURCE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S</w:t>
      </w:r>
      <w:r>
        <w:rPr>
          <w:rFonts w:ascii="Arial" w:hAnsi="Arial" w:cs="Arial" w:eastAsia="Arial"/>
          <w:sz w:val="21"/>
          <w:szCs w:val="21"/>
          <w:color w:val="FF0000"/>
          <w:spacing w:val="32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CA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FF0000"/>
          <w:spacing w:val="15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B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FF0000"/>
          <w:spacing w:val="1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OUN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FF0000"/>
          <w:spacing w:val="21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1"/>
          <w:w w:val="100"/>
        </w:rPr>
        <w:t>I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N</w:t>
      </w:r>
      <w:r>
        <w:rPr>
          <w:rFonts w:ascii="Arial" w:hAnsi="Arial" w:cs="Arial" w:eastAsia="Arial"/>
          <w:sz w:val="21"/>
          <w:szCs w:val="21"/>
          <w:color w:val="FF0000"/>
          <w:spacing w:val="10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FF0000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FF0000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FF0000"/>
          <w:spacing w:val="2"/>
          <w:w w:val="100"/>
        </w:rPr>
        <w:t>T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A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C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H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E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FF0000"/>
          <w:spacing w:val="29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P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0"/>
        </w:rPr>
        <w:t>D</w:t>
      </w:r>
      <w:r>
        <w:rPr>
          <w:rFonts w:ascii="Arial" w:hAnsi="Arial" w:cs="Arial" w:eastAsia="Arial"/>
          <w:sz w:val="21"/>
          <w:szCs w:val="21"/>
          <w:color w:val="FF0000"/>
          <w:spacing w:val="0"/>
          <w:w w:val="100"/>
        </w:rPr>
        <w:t>F</w:t>
      </w:r>
      <w:r>
        <w:rPr>
          <w:rFonts w:ascii="Arial" w:hAnsi="Arial" w:cs="Arial" w:eastAsia="Arial"/>
          <w:sz w:val="21"/>
          <w:szCs w:val="21"/>
          <w:color w:val="FF0000"/>
          <w:spacing w:val="13"/>
          <w:w w:val="100"/>
        </w:rPr>
        <w:t> 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D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O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C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U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M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E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N</w:t>
      </w:r>
      <w:r>
        <w:rPr>
          <w:rFonts w:ascii="Arial" w:hAnsi="Arial" w:cs="Arial" w:eastAsia="Arial"/>
          <w:sz w:val="21"/>
          <w:szCs w:val="21"/>
          <w:color w:val="FF0000"/>
          <w:spacing w:val="2"/>
          <w:w w:val="102"/>
        </w:rPr>
        <w:t>T</w:t>
      </w:r>
      <w:r>
        <w:rPr>
          <w:rFonts w:ascii="Arial" w:hAnsi="Arial" w:cs="Arial" w:eastAsia="Arial"/>
          <w:sz w:val="21"/>
          <w:szCs w:val="21"/>
          <w:color w:val="FF0000"/>
          <w:spacing w:val="1"/>
          <w:w w:val="102"/>
        </w:rPr>
        <w:t>(</w:t>
      </w:r>
      <w:r>
        <w:rPr>
          <w:rFonts w:ascii="Arial" w:hAnsi="Arial" w:cs="Arial" w:eastAsia="Arial"/>
          <w:sz w:val="21"/>
          <w:szCs w:val="21"/>
          <w:color w:val="FF0000"/>
          <w:spacing w:val="3"/>
          <w:w w:val="102"/>
        </w:rPr>
        <w:t>S</w:t>
      </w:r>
      <w:r>
        <w:rPr>
          <w:rFonts w:ascii="Arial" w:hAnsi="Arial" w:cs="Arial" w:eastAsia="Arial"/>
          <w:sz w:val="21"/>
          <w:szCs w:val="21"/>
          <w:color w:val="FF0000"/>
          <w:spacing w:val="1"/>
          <w:w w:val="102"/>
        </w:rPr>
        <w:t>)----------</w:t>
      </w:r>
      <w:r>
        <w:rPr>
          <w:rFonts w:ascii="Arial" w:hAnsi="Arial" w:cs="Arial" w:eastAsia="Arial"/>
          <w:sz w:val="21"/>
          <w:szCs w:val="21"/>
          <w:color w:val="000000"/>
          <w:spacing w:val="0"/>
          <w:w w:val="100"/>
        </w:rPr>
      </w:r>
    </w:p>
    <w:sectPr>
      <w:pgMar w:header="720" w:footer="1714" w:top="2360" w:bottom="1900" w:left="1220" w:right="122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Courier New">
    <w:charset w:val="0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19.837906pt;margin-top:695.302307pt;width:172.250958pt;height:45.43999pt;mso-position-horizontal-relative:page;mso-position-vertical-relative:page;z-index:-1452" type="#_x0000_t202" filled="f" stroked="f">
          <v:textbox inset="0,0,0,0">
            <w:txbxContent>
              <w:p>
                <w:pPr>
                  <w:spacing w:before="0" w:after="0" w:line="182" w:lineRule="exact"/>
                  <w:ind w:left="500" w:right="479"/>
                  <w:jc w:val="center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ia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7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De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m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9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f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u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c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8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</w:r>
              </w:p>
              <w:p>
                <w:pPr>
                  <w:spacing w:before="27" w:after="0" w:line="240" w:lineRule="auto"/>
                  <w:ind w:left="-18" w:right="-38"/>
                  <w:jc w:val="center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Dr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.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J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.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B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,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6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c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l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6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u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8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8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</w:r>
              </w:p>
              <w:p>
                <w:pPr>
                  <w:spacing w:before="33" w:after="0" w:line="240" w:lineRule="auto"/>
                  <w:ind w:left="968" w:right="948"/>
                  <w:jc w:val="center"/>
                  <w:rPr>
                    <w:rFonts w:ascii="Arial" w:hAnsi="Arial" w:cs="Arial" w:eastAsia="Arial"/>
                    <w:sz w:val="21"/>
                    <w:szCs w:val="21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Ju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2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0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1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3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*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-44"/>
                    <w:w w:val="10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989" w:right="968"/>
                  <w:jc w:val="center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ll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v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19.837906pt;margin-top:695.302307pt;width:172.250958pt;height:45.43999pt;mso-position-horizontal-relative:page;mso-position-vertical-relative:page;z-index:-1450" type="#_x0000_t202" filled="f" stroked="f">
          <v:textbox inset="0,0,0,0">
            <w:txbxContent>
              <w:p>
                <w:pPr>
                  <w:spacing w:before="0" w:after="0" w:line="182" w:lineRule="exact"/>
                  <w:ind w:left="500" w:right="479"/>
                  <w:jc w:val="center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ia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7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De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m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9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f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u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c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8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</w:r>
              </w:p>
              <w:p>
                <w:pPr>
                  <w:spacing w:before="27" w:after="0" w:line="240" w:lineRule="auto"/>
                  <w:ind w:left="-18" w:right="-38"/>
                  <w:jc w:val="center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Dr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.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J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.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B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,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6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c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l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6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u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8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8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</w:r>
              </w:p>
              <w:p>
                <w:pPr>
                  <w:spacing w:before="33" w:after="0" w:line="240" w:lineRule="auto"/>
                  <w:ind w:left="906" w:right="885"/>
                  <w:jc w:val="center"/>
                  <w:rPr>
                    <w:rFonts w:ascii="Arial" w:hAnsi="Arial" w:cs="Arial" w:eastAsia="Arial"/>
                    <w:sz w:val="21"/>
                    <w:szCs w:val="21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Ju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2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0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1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3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*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-44"/>
                    <w:w w:val="10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2"/>
                  </w:rPr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989" w:right="968"/>
                  <w:jc w:val="center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ll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v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19.837906pt;margin-top:695.302307pt;width:172.250958pt;height:45.43999pt;mso-position-horizontal-relative:page;mso-position-vertical-relative:page;z-index:-1445" type="#_x0000_t202" filled="f" stroked="f">
          <v:textbox inset="0,0,0,0">
            <w:txbxContent>
              <w:p>
                <w:pPr>
                  <w:spacing w:before="0" w:after="0" w:line="182" w:lineRule="exact"/>
                  <w:ind w:left="500" w:right="479"/>
                  <w:jc w:val="center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ia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7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De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m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9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f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u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c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8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</w:r>
              </w:p>
              <w:p>
                <w:pPr>
                  <w:spacing w:before="27" w:after="0" w:line="240" w:lineRule="auto"/>
                  <w:ind w:left="-18" w:right="-38"/>
                  <w:jc w:val="center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Dr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.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J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.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B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,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6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c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l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6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u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8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8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</w:r>
              </w:p>
              <w:p>
                <w:pPr>
                  <w:spacing w:before="33" w:after="0" w:line="240" w:lineRule="auto"/>
                  <w:ind w:left="906" w:right="885"/>
                  <w:jc w:val="center"/>
                  <w:rPr>
                    <w:rFonts w:ascii="Arial" w:hAnsi="Arial" w:cs="Arial" w:eastAsia="Arial"/>
                    <w:sz w:val="21"/>
                    <w:szCs w:val="21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Ju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2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0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1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3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*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-44"/>
                    <w:w w:val="10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2"/>
                  </w:rPr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989" w:right="968"/>
                  <w:jc w:val="center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ll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v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19.837906pt;margin-top:695.302307pt;width:172.250958pt;height:45.43999pt;mso-position-horizontal-relative:page;mso-position-vertical-relative:page;z-index:-1440" type="#_x0000_t202" filled="f" stroked="f">
          <v:textbox inset="0,0,0,0">
            <w:txbxContent>
              <w:p>
                <w:pPr>
                  <w:spacing w:before="0" w:after="0" w:line="182" w:lineRule="exact"/>
                  <w:ind w:left="500" w:right="479"/>
                  <w:jc w:val="center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ia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7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De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m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9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f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u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c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8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</w:r>
              </w:p>
              <w:p>
                <w:pPr>
                  <w:spacing w:before="27" w:after="0" w:line="240" w:lineRule="auto"/>
                  <w:ind w:left="-18" w:right="-38"/>
                  <w:jc w:val="center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Dr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.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J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.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B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,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6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c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l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6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u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8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8"/>
                  </w:rPr>
                  <w:t>t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</w:r>
              </w:p>
              <w:p>
                <w:pPr>
                  <w:spacing w:before="33" w:after="0" w:line="240" w:lineRule="auto"/>
                  <w:ind w:left="906" w:right="885"/>
                  <w:jc w:val="center"/>
                  <w:rPr>
                    <w:rFonts w:ascii="Arial" w:hAnsi="Arial" w:cs="Arial" w:eastAsia="Arial"/>
                    <w:sz w:val="21"/>
                    <w:szCs w:val="21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Ju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2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0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1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3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*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P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-44"/>
                    <w:w w:val="10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2"/>
                  </w:rPr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</w:r>
              </w:p>
              <w:p>
                <w:pPr>
                  <w:spacing w:before="40" w:after="0" w:line="240" w:lineRule="auto"/>
                  <w:ind w:left="989" w:right="968"/>
                  <w:jc w:val="center"/>
                  <w:rPr>
                    <w:rFonts w:ascii="Arial" w:hAnsi="Arial" w:cs="Arial" w:eastAsia="Arial"/>
                    <w:sz w:val="16"/>
                    <w:szCs w:val="16"/>
                  </w:rPr>
                </w:pPr>
                <w:rPr/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ll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2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i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g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100"/>
                  </w:rPr>
                  <w:t>h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  <w:t>ts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s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r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8"/>
                  </w:rPr>
                  <w:t>v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1"/>
                    <w:w w:val="99"/>
                  </w:rPr>
                  <w:t>e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99"/>
                  </w:rPr>
                  <w:t>d</w:t>
                </w:r>
                <w:r>
                  <w:rPr>
                    <w:rFonts w:ascii="Arial" w:hAnsi="Arial" w:cs="Arial" w:eastAsia="Arial"/>
                    <w:sz w:val="16"/>
                    <w:szCs w:val="16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239.25pt;margin-top:36pt;width:133.5pt;height:82.5pt;mso-position-horizontal-relative:page;mso-position-vertical-relative:page;z-index:-1453" type="#_x0000_t75">
          <v:imagedata r:id="rId1" o:title=""/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239.25pt;margin-top:36pt;width:133.5pt;height:82.5pt;mso-position-horizontal-relative:page;mso-position-vertical-relative:page;z-index:-1451" type="#_x0000_t75">
          <v:imagedata r:id="rId1" o:title=""/>
        </v:shape>
      </w:pict>
    </w:r>
    <w:r>
      <w:rPr>
        <w:sz w:val="20"/>
        <w:szCs w:val="2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239.25pt;margin-top:36pt;width:133.5pt;height:82.5pt;mso-position-horizontal-relative:page;mso-position-vertical-relative:page;z-index:-1449" type="#_x0000_t75">
          <v:imagedata r:id="rId1" o:title=""/>
        </v:shape>
      </w:pict>
    </w:r>
    <w:r>
      <w:rPr>
        <w:sz w:val="20"/>
        <w:szCs w:val="20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239.25pt;margin-top:36pt;width:133.5pt;height:82.5pt;mso-position-horizontal-relative:page;mso-position-vertical-relative:page;z-index:-1448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120.808601pt;width:49.569168pt;height:12.8pt;mso-position-horizontal-relative:page;mso-position-vertical-relative:page;z-index:-1447" type="#_x0000_t202" filled="f" stroked="f">
          <v:textbox inset="0,0,0,0">
            <w:txbxContent>
              <w:p>
                <w:pPr>
                  <w:spacing w:before="0" w:after="0" w:line="240" w:lineRule="exact"/>
                  <w:ind w:left="20" w:right="-52"/>
                  <w:jc w:val="left"/>
                  <w:rPr>
                    <w:rFonts w:ascii="Arial" w:hAnsi="Arial" w:cs="Arial" w:eastAsia="Arial"/>
                    <w:sz w:val="21"/>
                    <w:szCs w:val="21"/>
                  </w:rPr>
                </w:pPr>
                <w:rPr/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  <w:b/>
                    <w:bCs/>
                  </w:rPr>
                  <w:t>Le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  <w:b/>
                    <w:bCs/>
                  </w:rPr>
                  <w:t>so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2"/>
                    <w:b/>
                    <w:bCs/>
                  </w:rPr>
                  <w:t>2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239.25pt;margin-top:36pt;width:133.5pt;height:82.5pt;mso-position-horizontal-relative:page;mso-position-vertical-relative:page;z-index:-1446" type="#_x0000_t75">
          <v:imagedata r:id="rId1" o:title=""/>
        </v:shape>
      </w:pict>
    </w:r>
    <w:r>
      <w:rPr>
        <w:sz w:val="20"/>
        <w:szCs w:val="20"/>
      </w:rPr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239.25pt;margin-top:36pt;width:133.5pt;height:82.5pt;mso-position-horizontal-relative:page;mso-position-vertical-relative:page;z-index:-1444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120.808601pt;width:49.569168pt;height:12.8pt;mso-position-horizontal-relative:page;mso-position-vertical-relative:page;z-index:-1443" type="#_x0000_t202" filled="f" stroked="f">
          <v:textbox inset="0,0,0,0">
            <w:txbxContent>
              <w:p>
                <w:pPr>
                  <w:spacing w:before="0" w:after="0" w:line="240" w:lineRule="exact"/>
                  <w:ind w:left="20" w:right="-52"/>
                  <w:jc w:val="left"/>
                  <w:rPr>
                    <w:rFonts w:ascii="Arial" w:hAnsi="Arial" w:cs="Arial" w:eastAsia="Arial"/>
                    <w:sz w:val="21"/>
                    <w:szCs w:val="21"/>
                  </w:rPr>
                </w:pPr>
                <w:rPr/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  <w:b/>
                    <w:bCs/>
                  </w:rPr>
                  <w:t>Le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  <w:b/>
                    <w:bCs/>
                  </w:rPr>
                  <w:t>so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2"/>
                    <w:b/>
                    <w:bCs/>
                  </w:rPr>
                  <w:t>1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239.25pt;margin-top:36pt;width:133.5pt;height:82.5pt;mso-position-horizontal-relative:page;mso-position-vertical-relative:page;z-index:-1442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120.808601pt;width:49.573346pt;height:12.8pt;mso-position-horizontal-relative:page;mso-position-vertical-relative:page;z-index:-1441" type="#_x0000_t202" filled="f" stroked="f">
          <v:textbox inset="0,0,0,0">
            <w:txbxContent>
              <w:p>
                <w:pPr>
                  <w:spacing w:before="0" w:after="0" w:line="240" w:lineRule="exact"/>
                  <w:ind w:left="20" w:right="-52"/>
                  <w:jc w:val="left"/>
                  <w:rPr>
                    <w:rFonts w:ascii="Arial" w:hAnsi="Arial" w:cs="Arial" w:eastAsia="Arial"/>
                    <w:sz w:val="21"/>
                    <w:szCs w:val="21"/>
                  </w:rPr>
                </w:pPr>
                <w:rPr/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  <w:b/>
                    <w:bCs/>
                  </w:rPr>
                  <w:t>Le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  <w:b/>
                    <w:bCs/>
                  </w:rPr>
                  <w:t>s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"/>
                    <w:w w:val="100"/>
                    <w:b/>
                    <w:bCs/>
                  </w:rPr>
                  <w:t>so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  <w:b/>
                    <w:bCs/>
                  </w:rPr>
                  <w:t>n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20"/>
                    <w:w w:val="100"/>
                    <w:b/>
                    <w:bCs/>
                  </w:rPr>
                  <w:t> 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2"/>
                    <w:b/>
                    <w:bCs/>
                  </w:rPr>
                  <w:t>3</w:t>
                </w:r>
                <w:r>
                  <w:rPr>
                    <w:rFonts w:ascii="Arial" w:hAnsi="Arial" w:cs="Arial" w:eastAsia="Arial"/>
                    <w:sz w:val="21"/>
                    <w:szCs w:val="21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239.25pt;margin-top:36pt;width:133.5pt;height:82.5pt;mso-position-horizontal-relative:page;mso-position-vertical-relative:page;z-index:-1439" type="#_x0000_t75">
          <v:imagedata r:id="rId1" o:title=""/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hyperlink" Target="http://teachunicef.org/explore/media/watch/one-minutes-jr-save-water" TargetMode="External"/><Relationship Id="rId11" Type="http://schemas.openxmlformats.org/officeDocument/2006/relationships/hyperlink" Target="http://www.gracelinks.org/1299/aqua-conserve-water" TargetMode="External"/><Relationship Id="rId12" Type="http://schemas.openxmlformats.org/officeDocument/2006/relationships/footer" Target="footer2.xml"/><Relationship Id="rId13" Type="http://schemas.openxmlformats.org/officeDocument/2006/relationships/hyperlink" Target="http://vimeo.com/4155293" TargetMode="External"/><Relationship Id="rId14" Type="http://schemas.openxmlformats.org/officeDocument/2006/relationships/header" Target="header3.xml"/><Relationship Id="rId15" Type="http://schemas.openxmlformats.org/officeDocument/2006/relationships/header" Target="header4.xml"/><Relationship Id="rId16" Type="http://schemas.openxmlformats.org/officeDocument/2006/relationships/header" Target="header5.xml"/><Relationship Id="rId17" Type="http://schemas.openxmlformats.org/officeDocument/2006/relationships/footer" Target="footer3.xml"/><Relationship Id="rId18" Type="http://schemas.openxmlformats.org/officeDocument/2006/relationships/header" Target="header6.xml"/><Relationship Id="rId19" Type="http://schemas.openxmlformats.org/officeDocument/2006/relationships/hyperlink" Target="http://www.youtube.com/watch?v=77Mv8pauMKc" TargetMode="External"/><Relationship Id="rId20" Type="http://schemas.openxmlformats.org/officeDocument/2006/relationships/header" Target="header7.xml"/><Relationship Id="rId21" Type="http://schemas.openxmlformats.org/officeDocument/2006/relationships/footer" Target="footer4.xml"/><Relationship Id="rId22" Type="http://schemas.openxmlformats.org/officeDocument/2006/relationships/header" Target="header8.xml"/><Relationship Id="rId23" Type="http://schemas.openxmlformats.org/officeDocument/2006/relationships/hyperlink" Target="http://vimeo.com/34635186" TargetMode="Externa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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
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
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
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
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
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2014-02-06T14:22:13Z</dcterms:created>
  <dcterms:modified xsi:type="dcterms:W3CDTF">2014-02-06T14:22:13Z</dcterms:modified>
</cp:coreProperties>
</file>